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47D02" w14:textId="52A47FBC" w:rsidR="001036EF" w:rsidRPr="00044183" w:rsidRDefault="001036EF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DZ.271</w:t>
      </w:r>
      <w:r w:rsidR="00195686">
        <w:rPr>
          <w:rFonts w:asciiTheme="minorHAnsi" w:hAnsiTheme="minorHAnsi" w:cstheme="minorHAnsi"/>
          <w:b/>
          <w:color w:val="000000"/>
          <w:sz w:val="24"/>
          <w:szCs w:val="24"/>
        </w:rPr>
        <w:t>.136.</w:t>
      </w: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2025</w:t>
      </w:r>
    </w:p>
    <w:p w14:paraId="652A9C2F" w14:textId="1C96374E" w:rsidR="00792B83" w:rsidRPr="00044183" w:rsidRDefault="001036EF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Załącznik nr 4 do SWZ</w:t>
      </w:r>
    </w:p>
    <w:p w14:paraId="3C6EE28E" w14:textId="77777777" w:rsidR="00205BF0" w:rsidRPr="00792B83" w:rsidRDefault="00205BF0" w:rsidP="00792B8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F3F52E8" w14:textId="7016A155" w:rsidR="00792B83" w:rsidRPr="00792B83" w:rsidRDefault="00792B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b/>
          <w:color w:val="000000"/>
          <w:sz w:val="24"/>
          <w:szCs w:val="24"/>
        </w:rPr>
        <w:t>FORMULARZ OFERTOWO - CENOWY</w:t>
      </w:r>
    </w:p>
    <w:p w14:paraId="7DDFD6C6" w14:textId="138361C1" w:rsidR="00792B83" w:rsidRPr="00792B83" w:rsidRDefault="000323A5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74BDD9E0" w14:textId="0B7CCF0C" w:rsidR="00792B83" w:rsidRPr="00792B83" w:rsidRDefault="000441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CZĘŚĆ/</w:t>
      </w:r>
      <w:r w:rsidR="00792B83" w:rsidRPr="00792B8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PAKIET 1  - </w:t>
      </w:r>
      <w:r w:rsidR="00601EEC" w:rsidRPr="00601EEC">
        <w:rPr>
          <w:rFonts w:asciiTheme="minorHAnsi" w:hAnsiTheme="minorHAnsi" w:cstheme="minorHAnsi"/>
          <w:b/>
          <w:bCs/>
          <w:color w:val="000000"/>
          <w:sz w:val="24"/>
          <w:szCs w:val="24"/>
        </w:rPr>
        <w:t>Zakup systemu do zarządzania dokumentacją medyczną dla realizacji obowiązków kancelaryjnych i archiwalnych w odniesieniu do EDM</w:t>
      </w:r>
    </w:p>
    <w:p w14:paraId="325C696D" w14:textId="77777777" w:rsidR="00792B83" w:rsidRPr="00792B83" w:rsidRDefault="00792B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"/>
        <w:gridCol w:w="4866"/>
        <w:gridCol w:w="2415"/>
        <w:gridCol w:w="2829"/>
      </w:tblGrid>
      <w:tr w:rsidR="00355F47" w:rsidRPr="00792B83" w14:paraId="66B5E1C0" w14:textId="37DCBB37" w:rsidTr="00355F47">
        <w:tc>
          <w:tcPr>
            <w:tcW w:w="165" w:type="pct"/>
            <w:shd w:val="clear" w:color="auto" w:fill="B3B3B3"/>
          </w:tcPr>
          <w:p w14:paraId="1E45489A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7" w:type="pct"/>
            <w:shd w:val="clear" w:color="auto" w:fill="B3B3B3"/>
            <w:vAlign w:val="center"/>
          </w:tcPr>
          <w:p w14:paraId="62FEF2CB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155" w:type="pct"/>
            <w:shd w:val="clear" w:color="auto" w:fill="B3B3B3"/>
            <w:vAlign w:val="center"/>
          </w:tcPr>
          <w:p w14:paraId="69B52E16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3" w:type="pct"/>
            <w:shd w:val="clear" w:color="auto" w:fill="B3B3B3"/>
            <w:vAlign w:val="center"/>
          </w:tcPr>
          <w:p w14:paraId="2A0709BE" w14:textId="4A4A0189" w:rsidR="00355F47" w:rsidRPr="00792B83" w:rsidRDefault="003725D9" w:rsidP="00355F47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355F47" w:rsidRPr="00792B83" w14:paraId="0F01F0D2" w14:textId="6B2FC5C5" w:rsidTr="00355F47">
        <w:tc>
          <w:tcPr>
            <w:tcW w:w="165" w:type="pct"/>
            <w:shd w:val="clear" w:color="auto" w:fill="B3B3B3"/>
          </w:tcPr>
          <w:p w14:paraId="6AA261D5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327" w:type="pct"/>
            <w:shd w:val="clear" w:color="auto" w:fill="B3B3B3"/>
            <w:vAlign w:val="center"/>
          </w:tcPr>
          <w:p w14:paraId="72901579" w14:textId="1C55DAE9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Przedmiot zamówienia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55" w:type="pct"/>
            <w:shd w:val="clear" w:color="auto" w:fill="B3B3B3"/>
            <w:vAlign w:val="center"/>
          </w:tcPr>
          <w:p w14:paraId="1C94AEC8" w14:textId="337F82D1" w:rsidR="00355F47" w:rsidRPr="00792B83" w:rsidRDefault="00C62B87" w:rsidP="00EE1DA6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Stawka podatku </w:t>
            </w:r>
            <w:r w:rsidR="003725D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VAT </w:t>
            </w:r>
            <w:bookmarkStart w:id="0" w:name="_GoBack"/>
            <w:r w:rsidR="003725D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(%)</w:t>
            </w:r>
            <w:bookmarkEnd w:id="0"/>
          </w:p>
        </w:tc>
        <w:tc>
          <w:tcPr>
            <w:tcW w:w="1353" w:type="pct"/>
            <w:shd w:val="clear" w:color="auto" w:fill="B3B3B3"/>
            <w:vAlign w:val="center"/>
          </w:tcPr>
          <w:p w14:paraId="22C31114" w14:textId="1E374B21" w:rsidR="00355F47" w:rsidRPr="00792B83" w:rsidRDefault="003725D9" w:rsidP="00355F47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3725D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Wartość brutto [PLN]</w:t>
            </w:r>
          </w:p>
        </w:tc>
      </w:tr>
      <w:tr w:rsidR="00355F47" w:rsidRPr="00792B83" w14:paraId="67928024" w14:textId="57DBAFDD" w:rsidTr="00355F47">
        <w:tc>
          <w:tcPr>
            <w:tcW w:w="165" w:type="pct"/>
          </w:tcPr>
          <w:p w14:paraId="58806AAD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7" w:type="pct"/>
            <w:vAlign w:val="center"/>
          </w:tcPr>
          <w:p w14:paraId="24BBCC4D" w14:textId="77777777" w:rsidR="00355F47" w:rsidRDefault="00355F47" w:rsidP="00792B83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53FF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System do zarządzania dokumentacją medyczną dla realizacji obowiązków kancelaryjnych i archiwalnych w odniesieniu do EDM</w:t>
            </w:r>
          </w:p>
          <w:p w14:paraId="51894623" w14:textId="66C0199F" w:rsidR="00355F47" w:rsidRPr="00792B83" w:rsidRDefault="00355F47" w:rsidP="007A609C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wykonanie całości przedmiotu zamówienia dla niniejszej części/pakietu</w:t>
            </w:r>
          </w:p>
        </w:tc>
        <w:tc>
          <w:tcPr>
            <w:tcW w:w="1155" w:type="pct"/>
          </w:tcPr>
          <w:p w14:paraId="3B3E7EC8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53" w:type="pct"/>
          </w:tcPr>
          <w:p w14:paraId="21F688A7" w14:textId="77777777" w:rsidR="00355F47" w:rsidRPr="00792B83" w:rsidRDefault="00355F47" w:rsidP="00792B83">
            <w:pPr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57F89C2E" w14:textId="77777777" w:rsidR="00792B83" w:rsidRPr="00792B83" w:rsidRDefault="00792B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</w:pPr>
    </w:p>
    <w:p w14:paraId="778C7C74" w14:textId="43757F5D" w:rsidR="00792B83" w:rsidRPr="00176594" w:rsidRDefault="00792B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Niniejszym deklaruję następujący termin realizacji </w:t>
      </w:r>
      <w:r w:rsidR="00B045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przedmiotu </w:t>
      </w:r>
      <w:r w:rsidR="000F5D27">
        <w:rPr>
          <w:rFonts w:asciiTheme="minorHAnsi" w:hAnsiTheme="minorHAnsi" w:cstheme="minorHAnsi"/>
          <w:b/>
          <w:color w:val="000000"/>
          <w:sz w:val="24"/>
          <w:szCs w:val="24"/>
        </w:rPr>
        <w:t>umowy</w:t>
      </w:r>
      <w:r w:rsidR="008F293C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(należy zaznaczyć wybrany termin)</w:t>
      </w:r>
      <w:r w:rsidR="009105F4">
        <w:rPr>
          <w:rFonts w:asciiTheme="minorHAnsi" w:hAnsiTheme="minorHAnsi" w:cstheme="minorHAnsi"/>
          <w:b/>
          <w:color w:val="000000"/>
          <w:sz w:val="24"/>
          <w:szCs w:val="24"/>
        </w:rPr>
        <w:t>:</w:t>
      </w:r>
    </w:p>
    <w:p w14:paraId="638F75FC" w14:textId="0F85C701" w:rsidR="00792B83" w:rsidRPr="00797860" w:rsidRDefault="00792B83" w:rsidP="00792B8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12 tygodni (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 w:rsidR="00F35A3B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29.05.2026) - </w:t>
      </w:r>
      <w:r w:rsidR="001036EF" w:rsidRPr="00797860">
        <w:rPr>
          <w:rFonts w:asciiTheme="minorHAnsi" w:hAnsiTheme="minorHAnsi" w:cstheme="minorHAnsi"/>
          <w:color w:val="000000"/>
          <w:sz w:val="24"/>
          <w:szCs w:val="24"/>
        </w:rPr>
        <w:t>maksym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alny wymagany termin realizacji</w:t>
      </w:r>
    </w:p>
    <w:p w14:paraId="11AE2A87" w14:textId="340ECAC3" w:rsidR="00792B83" w:rsidRPr="00797860" w:rsidRDefault="00792B83" w:rsidP="00792B8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10 tygodni (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 w:rsidR="00F35A3B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>29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.05.2026)</w:t>
      </w:r>
    </w:p>
    <w:p w14:paraId="61A238AF" w14:textId="34EED605" w:rsidR="00792B83" w:rsidRPr="00176594" w:rsidRDefault="00792B83" w:rsidP="00792B8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8 tygodni (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 w:rsidR="00F35A3B"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>29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.0</w:t>
      </w:r>
      <w:r w:rsidR="00B62D84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="00C62B87" w:rsidRPr="00797860">
        <w:rPr>
          <w:rFonts w:asciiTheme="minorHAnsi" w:hAnsiTheme="minorHAnsi" w:cstheme="minorHAnsi"/>
          <w:color w:val="000000"/>
          <w:sz w:val="24"/>
          <w:szCs w:val="24"/>
        </w:rPr>
        <w:t>.2026)</w:t>
      </w:r>
    </w:p>
    <w:p w14:paraId="155D3C4D" w14:textId="77777777" w:rsidR="00792B83" w:rsidRPr="00176594" w:rsidRDefault="00792B83" w:rsidP="00792B8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4DF2194" w14:textId="6B2315C7" w:rsidR="00792B83" w:rsidRPr="00792B83" w:rsidRDefault="00792B83" w:rsidP="00792B8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Wykonawca jest zobowiązany do określenia deklarowanego terminu realizacji zamówienia poprzez zaznaczenie odpowiedniej pozycji (punktacja – punkt 21 SWZ). Zaznaczenie więcej niż jednej pozycji dla powyższego kryterium, a także brak takiego zaznaczenia będzie skutkowało odrzuceniem oferty 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lastRenderedPageBreak/>
        <w:t>Wykonawcy</w:t>
      </w:r>
      <w:r w:rsidR="00004A8E">
        <w:rPr>
          <w:rFonts w:asciiTheme="minorHAnsi" w:hAnsiTheme="minorHAnsi" w:cstheme="minorHAnsi"/>
          <w:color w:val="000000"/>
          <w:sz w:val="24"/>
          <w:szCs w:val="24"/>
        </w:rPr>
        <w:t>, r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ównież zaoferowanie terminu realizacji późniejszego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niż </w:t>
      </w:r>
      <w:r w:rsidR="00B33C64">
        <w:rPr>
          <w:rFonts w:asciiTheme="minorHAnsi" w:hAnsiTheme="minorHAnsi" w:cstheme="minorHAnsi"/>
          <w:color w:val="000000"/>
          <w:sz w:val="24"/>
          <w:szCs w:val="24"/>
        </w:rPr>
        <w:t>12 tygodni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 spowoduje odrzucenie oferty.</w:t>
      </w:r>
    </w:p>
    <w:p w14:paraId="70E2BE94" w14:textId="77777777" w:rsidR="00792B83" w:rsidRPr="00792B83" w:rsidRDefault="00792B83" w:rsidP="00792B83">
      <w:pPr>
        <w:rPr>
          <w:rFonts w:ascii="Arial Narrow" w:hAnsi="Arial Narrow"/>
          <w:b/>
          <w:color w:val="000000"/>
          <w:sz w:val="24"/>
          <w:szCs w:val="24"/>
        </w:rPr>
      </w:pPr>
    </w:p>
    <w:p w14:paraId="25E80C43" w14:textId="63FA4AF2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Uwaga: Zamawiający żąda wskazania przez wykonawcę części zamówienia, których wykonanie zamierza powierzyć podwykonawcom i podania przez wykonawcę firm podwykonawców</w:t>
      </w:r>
    </w:p>
    <w:p w14:paraId="522B1F36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315"/>
      </w:tblGrid>
      <w:tr w:rsidR="003C6FFA" w:rsidRPr="00FE088B" w14:paraId="1DE99349" w14:textId="77777777" w:rsidTr="00176594">
        <w:trPr>
          <w:trHeight w:hRule="exact" w:val="642"/>
          <w:jc w:val="center"/>
        </w:trPr>
        <w:tc>
          <w:tcPr>
            <w:tcW w:w="4813" w:type="dxa"/>
            <w:shd w:val="clear" w:color="auto" w:fill="C0C0C0"/>
            <w:vAlign w:val="center"/>
          </w:tcPr>
          <w:p w14:paraId="5B592F49" w14:textId="77777777" w:rsidR="003C6FFA" w:rsidRPr="00FE088B" w:rsidRDefault="003C6FFA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315" w:type="dxa"/>
            <w:shd w:val="clear" w:color="auto" w:fill="C0C0C0"/>
            <w:vAlign w:val="center"/>
          </w:tcPr>
          <w:p w14:paraId="0777E71A" w14:textId="77777777" w:rsidR="003C6FFA" w:rsidRPr="00FE088B" w:rsidRDefault="003C6FFA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Nazwy firm podwykonawców:</w:t>
            </w:r>
          </w:p>
        </w:tc>
      </w:tr>
      <w:tr w:rsidR="003C6FFA" w:rsidRPr="00FE088B" w14:paraId="4A6D68C7" w14:textId="77777777" w:rsidTr="00176594">
        <w:trPr>
          <w:trHeight w:val="916"/>
          <w:jc w:val="center"/>
        </w:trPr>
        <w:tc>
          <w:tcPr>
            <w:tcW w:w="4813" w:type="dxa"/>
            <w:shd w:val="clear" w:color="auto" w:fill="auto"/>
          </w:tcPr>
          <w:p w14:paraId="24C40BE5" w14:textId="77777777" w:rsidR="003C6FFA" w:rsidRPr="00FE088B" w:rsidRDefault="003C6FFA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5" w:type="dxa"/>
            <w:shd w:val="clear" w:color="auto" w:fill="auto"/>
          </w:tcPr>
          <w:p w14:paraId="100928C3" w14:textId="77777777" w:rsidR="003C6FFA" w:rsidRPr="00FE088B" w:rsidRDefault="003C6FFA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62596D03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</w:p>
    <w:p w14:paraId="1BB7FA50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</w:p>
    <w:p w14:paraId="7C0A89F4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 xml:space="preserve">W przypadku braku takiego wskazania Zamawiający uzna, iż Wykonawca będzie realizował zamówienie bez udziału Podwykonawców  </w:t>
      </w:r>
    </w:p>
    <w:p w14:paraId="3B5B4D01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</w:p>
    <w:p w14:paraId="38A5E07A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 w:rsidRPr="00FE088B">
        <w:rPr>
          <w:rFonts w:ascii="Calibri" w:hAnsi="Calibri" w:cs="Calibri"/>
          <w:bCs/>
          <w:sz w:val="22"/>
          <w:szCs w:val="22"/>
          <w:vertAlign w:val="superscript"/>
        </w:rPr>
        <w:t>1)</w:t>
      </w:r>
      <w:r w:rsidRPr="00FE088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EA17C3D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</w:p>
    <w:p w14:paraId="24281AC9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  <w:vertAlign w:val="superscript"/>
        </w:rPr>
        <w:t xml:space="preserve">1) </w:t>
      </w:r>
      <w:r w:rsidRPr="00FE088B">
        <w:rPr>
          <w:rFonts w:ascii="Calibri" w:hAnsi="Calibri" w:cs="Calibri"/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19856B4" w14:textId="77777777" w:rsidR="003C6FFA" w:rsidRPr="00FE088B" w:rsidRDefault="003C6FFA" w:rsidP="003C6FFA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* W przypadku gdy wykonawca nie przekazuje danych osobowych innych niż bezpośrednio jego dotyczących lub zachodzi wyłączenie stosowania obow</w:t>
      </w:r>
      <w:r>
        <w:rPr>
          <w:rFonts w:ascii="Calibri" w:hAnsi="Calibri" w:cs="Calibri"/>
          <w:bCs/>
          <w:sz w:val="22"/>
          <w:szCs w:val="22"/>
        </w:rPr>
        <w:t xml:space="preserve">iązku informacyjnego, stosownie </w:t>
      </w:r>
      <w:r w:rsidRPr="00FE088B">
        <w:rPr>
          <w:rFonts w:ascii="Calibri" w:hAnsi="Calibri" w:cs="Calibri"/>
          <w:bCs/>
          <w:sz w:val="22"/>
          <w:szCs w:val="22"/>
        </w:rPr>
        <w:t>do art. 13 ust. 4 lub art. 14 ust. 5 RODO treści oświadczenia wykonawca nie składa (usunięcie treści oświadczenia np. przez jego wykreślenie)</w:t>
      </w:r>
    </w:p>
    <w:p w14:paraId="3C430E62" w14:textId="77777777" w:rsidR="003C6FFA" w:rsidRDefault="003C6FFA" w:rsidP="003C6FFA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738B9B04" w14:textId="77777777" w:rsidR="003C6FFA" w:rsidRDefault="003C6FFA" w:rsidP="003C6FFA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DEFINICJI PRZEDSIĘBIORSTWA:</w:t>
      </w:r>
    </w:p>
    <w:p w14:paraId="4DC6EB5A" w14:textId="77777777" w:rsidR="003C6FFA" w:rsidRDefault="003C6FFA" w:rsidP="003C6FFA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0"/>
          <w:szCs w:val="10"/>
        </w:rPr>
      </w:pPr>
    </w:p>
    <w:p w14:paraId="633FC21F" w14:textId="77777777" w:rsidR="003C6FFA" w:rsidRDefault="003C6FFA" w:rsidP="003C6FFA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200704B8" w14:textId="77777777" w:rsidR="003C6FFA" w:rsidRDefault="003C6FFA" w:rsidP="003C6FFA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mikro przedsiębiorstwem</w:t>
      </w:r>
    </w:p>
    <w:p w14:paraId="484CB812" w14:textId="77777777" w:rsidR="003C6FFA" w:rsidRDefault="003C6FFA" w:rsidP="003C6FFA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małym przedsiębiorstwem</w:t>
      </w:r>
    </w:p>
    <w:p w14:paraId="423E7157" w14:textId="77777777" w:rsidR="003C6FFA" w:rsidRDefault="003C6FFA" w:rsidP="003C6FFA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708EF889" w14:textId="77777777" w:rsidR="003C6FFA" w:rsidRDefault="003C6FFA" w:rsidP="003C6FFA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- dużym przedsiębiorstwem                           </w:t>
      </w:r>
      <w:r>
        <w:rPr>
          <w:rFonts w:ascii="Calibri" w:hAnsi="Calibri" w:cs="Calibri"/>
          <w:bCs/>
          <w:i/>
          <w:sz w:val="22"/>
          <w:szCs w:val="22"/>
        </w:rPr>
        <w:t>* właściwe zaznaczyć</w:t>
      </w:r>
    </w:p>
    <w:p w14:paraId="37E1891F" w14:textId="77777777" w:rsidR="003C6FFA" w:rsidRDefault="003C6FFA" w:rsidP="003C6FFA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62562CB9" w14:textId="77777777" w:rsidR="003C6FFA" w:rsidRDefault="003C6FFA" w:rsidP="003C6FFA">
      <w:pPr>
        <w:rPr>
          <w:rFonts w:ascii="Verdana" w:hAnsi="Verdana"/>
          <w:b/>
          <w:sz w:val="21"/>
          <w:szCs w:val="21"/>
        </w:rPr>
      </w:pPr>
    </w:p>
    <w:p w14:paraId="79538A14" w14:textId="77777777" w:rsidR="00792B83" w:rsidRPr="00792B83" w:rsidRDefault="00792B83" w:rsidP="00792B83">
      <w:pPr>
        <w:rPr>
          <w:rFonts w:ascii="Arial Narrow" w:hAnsi="Arial Narrow"/>
          <w:color w:val="000000"/>
          <w:sz w:val="24"/>
          <w:szCs w:val="24"/>
        </w:rPr>
      </w:pPr>
    </w:p>
    <w:p w14:paraId="0A56EFDE" w14:textId="5D8E27AB" w:rsidR="000323A5" w:rsidRDefault="000323A5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375EC5EE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5DD00A3A" w14:textId="77777777" w:rsidR="00FA0975" w:rsidRDefault="00FA0975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603C87A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DZ.271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.136.</w:t>
      </w: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2025</w:t>
      </w:r>
    </w:p>
    <w:p w14:paraId="3A2ED46D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Załącznik nr 4 do SWZ</w:t>
      </w:r>
    </w:p>
    <w:p w14:paraId="022447A8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7B8A3746" w14:textId="77777777" w:rsidR="00176594" w:rsidRDefault="00176594" w:rsidP="00176594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46DC707" w14:textId="77777777" w:rsidR="00176594" w:rsidRPr="00792B83" w:rsidRDefault="00176594" w:rsidP="00176594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b/>
          <w:color w:val="000000"/>
          <w:sz w:val="24"/>
          <w:szCs w:val="24"/>
        </w:rPr>
        <w:t>FORMULARZ OFERTOWO - CENOWY</w:t>
      </w:r>
    </w:p>
    <w:p w14:paraId="0770E740" w14:textId="77777777" w:rsidR="00176594" w:rsidRPr="005D5B2A" w:rsidRDefault="00176594" w:rsidP="00176594">
      <w:pPr>
        <w:widowControl w:val="0"/>
        <w:suppressAutoHyphens w:val="0"/>
        <w:adjustRightInd w:val="0"/>
        <w:spacing w:line="360" w:lineRule="atLeast"/>
        <w:jc w:val="center"/>
        <w:textAlignment w:val="baseline"/>
        <w:rPr>
          <w:rFonts w:asciiTheme="minorHAnsi" w:hAnsiTheme="minorHAnsi" w:cs="Arial"/>
          <w:b/>
          <w:sz w:val="18"/>
          <w:szCs w:val="18"/>
          <w:lang w:eastAsia="pl-PL"/>
        </w:rPr>
      </w:pPr>
    </w:p>
    <w:p w14:paraId="4AD2E4BC" w14:textId="7D99A7F9" w:rsidR="00176594" w:rsidRDefault="00176594" w:rsidP="00176594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CZĘŚĆ/</w:t>
      </w:r>
      <w:r w:rsidRPr="00176594">
        <w:rPr>
          <w:rFonts w:asciiTheme="minorHAnsi" w:hAnsiTheme="minorHAnsi" w:cstheme="minorHAnsi"/>
          <w:b/>
          <w:sz w:val="24"/>
          <w:szCs w:val="24"/>
        </w:rPr>
        <w:t xml:space="preserve">PAKIET 2  - </w:t>
      </w:r>
      <w:r w:rsidR="00601EEC" w:rsidRPr="00601EEC">
        <w:rPr>
          <w:rFonts w:asciiTheme="minorHAnsi" w:hAnsiTheme="minorHAnsi" w:cstheme="minorHAnsi"/>
          <w:b/>
          <w:bCs/>
          <w:sz w:val="24"/>
          <w:szCs w:val="24"/>
        </w:rPr>
        <w:t xml:space="preserve">Integracja z </w:t>
      </w:r>
      <w:proofErr w:type="spellStart"/>
      <w:r w:rsidR="00601EEC" w:rsidRPr="00601EEC">
        <w:rPr>
          <w:rFonts w:asciiTheme="minorHAnsi" w:hAnsiTheme="minorHAnsi" w:cstheme="minorHAnsi"/>
          <w:b/>
          <w:bCs/>
          <w:sz w:val="24"/>
          <w:szCs w:val="24"/>
        </w:rPr>
        <w:t>CeZ</w:t>
      </w:r>
      <w:proofErr w:type="spellEnd"/>
      <w:r w:rsidR="00601EEC" w:rsidRPr="00601EEC">
        <w:rPr>
          <w:rFonts w:asciiTheme="minorHAnsi" w:hAnsiTheme="minorHAnsi" w:cstheme="minorHAnsi"/>
          <w:b/>
          <w:bCs/>
          <w:sz w:val="24"/>
          <w:szCs w:val="24"/>
        </w:rPr>
        <w:t>-karta leczenia / ucyfrowienie + indeksacja</w:t>
      </w:r>
    </w:p>
    <w:p w14:paraId="0ACDE93B" w14:textId="77777777" w:rsidR="00601EEC" w:rsidRPr="00176594" w:rsidRDefault="00601EEC" w:rsidP="00176594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"/>
        <w:gridCol w:w="4726"/>
        <w:gridCol w:w="2534"/>
        <w:gridCol w:w="2850"/>
      </w:tblGrid>
      <w:tr w:rsidR="00C71EFF" w:rsidRPr="00176594" w14:paraId="5BE2EA94" w14:textId="3A498A0F" w:rsidTr="00C71EFF">
        <w:tc>
          <w:tcPr>
            <w:tcW w:w="165" w:type="pct"/>
            <w:shd w:val="clear" w:color="auto" w:fill="B3B3B3"/>
          </w:tcPr>
          <w:p w14:paraId="179DE78D" w14:textId="77777777" w:rsidR="00C71EFF" w:rsidRPr="00176594" w:rsidRDefault="00C71EFF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shd w:val="clear" w:color="auto" w:fill="B3B3B3"/>
            <w:vAlign w:val="center"/>
          </w:tcPr>
          <w:p w14:paraId="1FC8CB3D" w14:textId="77777777" w:rsidR="00C71EFF" w:rsidRPr="00176594" w:rsidRDefault="00C71EFF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2" w:type="pct"/>
            <w:shd w:val="clear" w:color="auto" w:fill="B3B3B3"/>
            <w:vAlign w:val="center"/>
          </w:tcPr>
          <w:p w14:paraId="7529B3C8" w14:textId="77777777" w:rsidR="00C71EFF" w:rsidRPr="00176594" w:rsidRDefault="00C71EFF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3" w:type="pct"/>
            <w:shd w:val="clear" w:color="auto" w:fill="B3B3B3"/>
            <w:vAlign w:val="center"/>
          </w:tcPr>
          <w:p w14:paraId="324245C8" w14:textId="313060C0" w:rsidR="00C71EFF" w:rsidRPr="00176594" w:rsidRDefault="00BC4267" w:rsidP="00C71EFF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C71EFF" w:rsidRPr="00176594" w14:paraId="2BF618CB" w14:textId="366FC76A" w:rsidTr="00C71EFF">
        <w:trPr>
          <w:trHeight w:val="681"/>
        </w:trPr>
        <w:tc>
          <w:tcPr>
            <w:tcW w:w="165" w:type="pct"/>
            <w:shd w:val="clear" w:color="auto" w:fill="B3B3B3"/>
          </w:tcPr>
          <w:p w14:paraId="2B4E1166" w14:textId="77777777" w:rsidR="00C71EFF" w:rsidRPr="00176594" w:rsidRDefault="00C71EFF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0" w:type="pct"/>
            <w:shd w:val="clear" w:color="auto" w:fill="B3B3B3"/>
            <w:vAlign w:val="center"/>
          </w:tcPr>
          <w:p w14:paraId="6CFE4387" w14:textId="5E842663" w:rsidR="00C71EFF" w:rsidRPr="00176594" w:rsidRDefault="00C71EFF" w:rsidP="000C0B9D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0B9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Przedmiot zamówienia </w:t>
            </w:r>
          </w:p>
        </w:tc>
        <w:tc>
          <w:tcPr>
            <w:tcW w:w="1212" w:type="pct"/>
            <w:shd w:val="clear" w:color="auto" w:fill="B3B3B3"/>
            <w:vAlign w:val="center"/>
          </w:tcPr>
          <w:p w14:paraId="71718B33" w14:textId="405BAD65" w:rsidR="00C71EFF" w:rsidRPr="00176594" w:rsidRDefault="00C62B87" w:rsidP="00EE1DA6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Stawka podatku VAT (%)</w:t>
            </w:r>
          </w:p>
        </w:tc>
        <w:tc>
          <w:tcPr>
            <w:tcW w:w="1363" w:type="pct"/>
            <w:shd w:val="clear" w:color="auto" w:fill="B3B3B3"/>
            <w:vAlign w:val="center"/>
          </w:tcPr>
          <w:p w14:paraId="7942083E" w14:textId="331B1639" w:rsidR="00C71EFF" w:rsidRPr="00176594" w:rsidRDefault="00BC4267" w:rsidP="00C71EFF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BC426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Wartość brutto [PLN]</w:t>
            </w:r>
          </w:p>
        </w:tc>
      </w:tr>
      <w:tr w:rsidR="00C71EFF" w:rsidRPr="00176594" w14:paraId="52E3EC06" w14:textId="0E0A4B93" w:rsidTr="00C71EFF">
        <w:trPr>
          <w:trHeight w:val="822"/>
        </w:trPr>
        <w:tc>
          <w:tcPr>
            <w:tcW w:w="165" w:type="pct"/>
          </w:tcPr>
          <w:p w14:paraId="1B21E191" w14:textId="77777777" w:rsidR="00C71EFF" w:rsidRPr="00176594" w:rsidRDefault="00C71EFF" w:rsidP="00C065B5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vAlign w:val="center"/>
          </w:tcPr>
          <w:p w14:paraId="7204EB6F" w14:textId="77777777" w:rsidR="00C71EFF" w:rsidRDefault="00C71EFF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953FF5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Integracja z </w:t>
            </w:r>
            <w:proofErr w:type="spellStart"/>
            <w:r w:rsidRPr="00953FF5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CeZ</w:t>
            </w:r>
            <w:proofErr w:type="spellEnd"/>
            <w:r w:rsidRPr="00953FF5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-karta leczenia / ucyfrowienie + indeksacja</w:t>
            </w:r>
          </w:p>
          <w:p w14:paraId="7DD72587" w14:textId="41C908B8" w:rsidR="00C71EFF" w:rsidRPr="00176594" w:rsidRDefault="00C71EFF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wykonanie całości przedmiotu zamówienia dla niniejszej części/pakietu</w:t>
            </w:r>
          </w:p>
        </w:tc>
        <w:tc>
          <w:tcPr>
            <w:tcW w:w="1212" w:type="pct"/>
          </w:tcPr>
          <w:p w14:paraId="1EA00430" w14:textId="77777777" w:rsidR="00C71EFF" w:rsidRDefault="00C71EFF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US" w:eastAsia="pl-PL"/>
              </w:rPr>
            </w:pPr>
          </w:p>
          <w:p w14:paraId="251933C6" w14:textId="77777777" w:rsidR="00C71EFF" w:rsidRPr="00176594" w:rsidRDefault="00C71EFF" w:rsidP="00C71EFF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US" w:eastAsia="pl-PL"/>
              </w:rPr>
            </w:pPr>
          </w:p>
        </w:tc>
        <w:tc>
          <w:tcPr>
            <w:tcW w:w="1363" w:type="pct"/>
          </w:tcPr>
          <w:p w14:paraId="64A92E53" w14:textId="77777777" w:rsidR="00C71EFF" w:rsidRPr="00176594" w:rsidRDefault="00C71EFF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US" w:eastAsia="pl-PL"/>
              </w:rPr>
            </w:pPr>
          </w:p>
          <w:p w14:paraId="3C0210BB" w14:textId="77777777" w:rsidR="00C71EFF" w:rsidRPr="00176594" w:rsidRDefault="00C71EFF" w:rsidP="00C065B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4"/>
                <w:szCs w:val="24"/>
                <w:lang w:val="en-US" w:eastAsia="pl-PL"/>
              </w:rPr>
            </w:pPr>
          </w:p>
        </w:tc>
      </w:tr>
    </w:tbl>
    <w:p w14:paraId="0CE28BC2" w14:textId="77777777" w:rsidR="00176594" w:rsidRPr="00176594" w:rsidRDefault="00176594" w:rsidP="00176594">
      <w:pPr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3FB57AD7" w14:textId="77777777" w:rsidR="00176594" w:rsidRPr="00176594" w:rsidRDefault="00176594" w:rsidP="00176594">
      <w:pPr>
        <w:rPr>
          <w:rFonts w:asciiTheme="minorHAnsi" w:hAnsiTheme="minorHAnsi" w:cstheme="minorHAnsi"/>
          <w:b/>
          <w:sz w:val="24"/>
          <w:szCs w:val="24"/>
          <w:lang w:val="en-US"/>
        </w:rPr>
      </w:pPr>
    </w:p>
    <w:p w14:paraId="5DF5B0CB" w14:textId="0BB550F5" w:rsidR="008F293C" w:rsidRPr="00176594" w:rsidRDefault="008F293C" w:rsidP="008F293C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Niniejszym deklaruję następujący termin realizacji </w:t>
      </w:r>
      <w:r w:rsidR="00B045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przedmiotu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umowy (należy zaznaczyć wybrany termin):</w:t>
      </w:r>
    </w:p>
    <w:p w14:paraId="35DE47E5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12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29.05.2026) - maksymalny wymagany termin realizacji</w:t>
      </w:r>
    </w:p>
    <w:p w14:paraId="2B78E09A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10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.05.2026)</w:t>
      </w:r>
    </w:p>
    <w:p w14:paraId="574D4790" w14:textId="77777777" w:rsidR="00B42173" w:rsidRPr="00176594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8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</w:t>
      </w:r>
      <w:r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.2026)</w:t>
      </w:r>
    </w:p>
    <w:p w14:paraId="44DDAE34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4D8BF150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0CB556B8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76F1BB7C" w14:textId="2199D9B5" w:rsidR="00176594" w:rsidRPr="00792B83" w:rsidRDefault="00176594" w:rsidP="00176594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color w:val="000000"/>
          <w:sz w:val="24"/>
          <w:szCs w:val="24"/>
        </w:rPr>
        <w:t>Wykonawca jest zobowiązany do określenia deklarowanego terminu realizacji zamówienia poprzez zaznaczenie odpowiedniej pozycji (punktacja – punkt 21 SWZ). Zaznaczenie więcej niż jednej pozycji dla powyższego kryterium, a także brak takiego zaznaczenia będzie skutkowało odrzuceniem oferty Wykonawcy</w:t>
      </w:r>
      <w:r w:rsidR="00004A8E">
        <w:rPr>
          <w:rFonts w:asciiTheme="minorHAnsi" w:hAnsiTheme="minorHAnsi" w:cstheme="minorHAnsi"/>
          <w:color w:val="000000"/>
          <w:sz w:val="24"/>
          <w:szCs w:val="24"/>
        </w:rPr>
        <w:t>, r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ównież zaoferowanie terminu realizacji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późniejszego niż </w:t>
      </w:r>
      <w:r w:rsidR="00B33C64" w:rsidRPr="00B33C64">
        <w:rPr>
          <w:rFonts w:asciiTheme="minorHAnsi" w:hAnsiTheme="minorHAnsi" w:cstheme="minorHAnsi"/>
          <w:color w:val="000000"/>
          <w:sz w:val="24"/>
          <w:szCs w:val="24"/>
        </w:rPr>
        <w:t xml:space="preserve">12 tygodni 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>spowoduje odrzucenie oferty.</w:t>
      </w:r>
    </w:p>
    <w:p w14:paraId="32B2836D" w14:textId="77777777" w:rsidR="00176594" w:rsidRPr="00792B83" w:rsidRDefault="00176594" w:rsidP="00176594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65EC5E4" w14:textId="141A24FF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lastRenderedPageBreak/>
        <w:t>Uwaga: Zamawiający żąda wskazania przez wykonawcę części zamówienia, których wykonanie zamierza powierzyć podwykonawcom i podania przez wykonawcę firm podwykonawców</w:t>
      </w:r>
    </w:p>
    <w:p w14:paraId="6CDA8448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315"/>
      </w:tblGrid>
      <w:tr w:rsidR="00176594" w:rsidRPr="00FE088B" w14:paraId="1E2DD0A4" w14:textId="77777777" w:rsidTr="00C065B5">
        <w:trPr>
          <w:trHeight w:hRule="exact" w:val="642"/>
          <w:jc w:val="center"/>
        </w:trPr>
        <w:tc>
          <w:tcPr>
            <w:tcW w:w="4813" w:type="dxa"/>
            <w:shd w:val="clear" w:color="auto" w:fill="C0C0C0"/>
            <w:vAlign w:val="center"/>
          </w:tcPr>
          <w:p w14:paraId="1611B0CD" w14:textId="77777777" w:rsidR="00176594" w:rsidRPr="00FE088B" w:rsidRDefault="00176594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315" w:type="dxa"/>
            <w:shd w:val="clear" w:color="auto" w:fill="C0C0C0"/>
            <w:vAlign w:val="center"/>
          </w:tcPr>
          <w:p w14:paraId="3FB858A7" w14:textId="77777777" w:rsidR="00176594" w:rsidRPr="00FE088B" w:rsidRDefault="00176594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Nazwy firm podwykonawców:</w:t>
            </w:r>
          </w:p>
        </w:tc>
      </w:tr>
      <w:tr w:rsidR="00176594" w:rsidRPr="00FE088B" w14:paraId="6F1120D9" w14:textId="77777777" w:rsidTr="00C065B5">
        <w:trPr>
          <w:trHeight w:val="916"/>
          <w:jc w:val="center"/>
        </w:trPr>
        <w:tc>
          <w:tcPr>
            <w:tcW w:w="4813" w:type="dxa"/>
            <w:shd w:val="clear" w:color="auto" w:fill="auto"/>
          </w:tcPr>
          <w:p w14:paraId="5EA9F27A" w14:textId="77777777" w:rsidR="00176594" w:rsidRPr="00FE088B" w:rsidRDefault="00176594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5" w:type="dxa"/>
            <w:shd w:val="clear" w:color="auto" w:fill="auto"/>
          </w:tcPr>
          <w:p w14:paraId="38C8166D" w14:textId="77777777" w:rsidR="00176594" w:rsidRPr="00FE088B" w:rsidRDefault="00176594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7F260915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</w:p>
    <w:p w14:paraId="71376C54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</w:p>
    <w:p w14:paraId="7643BC89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 xml:space="preserve">W przypadku braku takiego wskazania Zamawiający uzna, iż Wykonawca będzie realizował zamówienie bez udziału Podwykonawców  </w:t>
      </w:r>
    </w:p>
    <w:p w14:paraId="1FA4D4E0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</w:p>
    <w:p w14:paraId="118747A8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 w:rsidRPr="00FE088B">
        <w:rPr>
          <w:rFonts w:ascii="Calibri" w:hAnsi="Calibri" w:cs="Calibri"/>
          <w:bCs/>
          <w:sz w:val="22"/>
          <w:szCs w:val="22"/>
          <w:vertAlign w:val="superscript"/>
        </w:rPr>
        <w:t>1)</w:t>
      </w:r>
      <w:r w:rsidRPr="00FE088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DD4A6F1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</w:p>
    <w:p w14:paraId="321513CA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  <w:vertAlign w:val="superscript"/>
        </w:rPr>
        <w:t xml:space="preserve">1) </w:t>
      </w:r>
      <w:r w:rsidRPr="00FE088B">
        <w:rPr>
          <w:rFonts w:ascii="Calibri" w:hAnsi="Calibri" w:cs="Calibri"/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A4F49C" w14:textId="77777777" w:rsidR="00176594" w:rsidRPr="00FE088B" w:rsidRDefault="00176594" w:rsidP="00176594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* W przypadku gdy wykonawca nie przekazuje danych osobowych innych niż bezpośrednio jego dotyczących lub zachodzi wyłączenie stosowania obow</w:t>
      </w:r>
      <w:r>
        <w:rPr>
          <w:rFonts w:ascii="Calibri" w:hAnsi="Calibri" w:cs="Calibri"/>
          <w:bCs/>
          <w:sz w:val="22"/>
          <w:szCs w:val="22"/>
        </w:rPr>
        <w:t xml:space="preserve">iązku informacyjnego, stosownie </w:t>
      </w:r>
      <w:r w:rsidRPr="00FE088B">
        <w:rPr>
          <w:rFonts w:ascii="Calibri" w:hAnsi="Calibri" w:cs="Calibri"/>
          <w:bCs/>
          <w:sz w:val="22"/>
          <w:szCs w:val="22"/>
        </w:rPr>
        <w:t>do art. 13 ust. 4 lub art. 14 ust. 5 RODO treści oświadczenia wykonawca nie składa (usunięcie treści oświadczenia np. przez jego wykreślenie)</w:t>
      </w:r>
    </w:p>
    <w:p w14:paraId="6C4908C5" w14:textId="77777777" w:rsidR="00176594" w:rsidRDefault="00176594" w:rsidP="00176594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48E25066" w14:textId="77777777" w:rsidR="00176594" w:rsidRDefault="00176594" w:rsidP="00176594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DEFINICJI PRZEDSIĘBIORSTWA:</w:t>
      </w:r>
    </w:p>
    <w:p w14:paraId="2D332303" w14:textId="77777777" w:rsidR="00176594" w:rsidRDefault="00176594" w:rsidP="00176594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0"/>
          <w:szCs w:val="10"/>
        </w:rPr>
      </w:pPr>
    </w:p>
    <w:p w14:paraId="1DD2E848" w14:textId="77777777" w:rsidR="00176594" w:rsidRDefault="00176594" w:rsidP="00176594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3F25E2DB" w14:textId="77777777" w:rsidR="00176594" w:rsidRDefault="00176594" w:rsidP="0017659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mikro przedsiębiorstwem</w:t>
      </w:r>
    </w:p>
    <w:p w14:paraId="2B7CB717" w14:textId="77777777" w:rsidR="00176594" w:rsidRDefault="00176594" w:rsidP="0017659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małym przedsiębiorstwem</w:t>
      </w:r>
    </w:p>
    <w:p w14:paraId="6A88A46D" w14:textId="77777777" w:rsidR="00176594" w:rsidRDefault="00176594" w:rsidP="0017659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1718D6D9" w14:textId="77777777" w:rsidR="00176594" w:rsidRDefault="00176594" w:rsidP="0017659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- dużym przedsiębiorstwem                           </w:t>
      </w:r>
      <w:r>
        <w:rPr>
          <w:rFonts w:ascii="Calibri" w:hAnsi="Calibri" w:cs="Calibri"/>
          <w:bCs/>
          <w:i/>
          <w:sz w:val="22"/>
          <w:szCs w:val="22"/>
        </w:rPr>
        <w:t>* właściwe zaznaczyć</w:t>
      </w:r>
    </w:p>
    <w:p w14:paraId="2EF6EFDE" w14:textId="77777777" w:rsidR="00176594" w:rsidRDefault="00176594" w:rsidP="00176594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525CD17E" w14:textId="77777777" w:rsidR="00176594" w:rsidRDefault="00176594" w:rsidP="00176594">
      <w:pPr>
        <w:rPr>
          <w:rFonts w:ascii="Verdana" w:hAnsi="Verdana"/>
          <w:b/>
          <w:sz w:val="21"/>
          <w:szCs w:val="21"/>
        </w:rPr>
      </w:pPr>
    </w:p>
    <w:p w14:paraId="4DDDB14E" w14:textId="77777777" w:rsidR="00176594" w:rsidRPr="00792B83" w:rsidRDefault="00176594" w:rsidP="00176594">
      <w:pPr>
        <w:rPr>
          <w:rFonts w:ascii="Arial Narrow" w:hAnsi="Arial Narrow"/>
          <w:color w:val="000000"/>
          <w:sz w:val="24"/>
          <w:szCs w:val="24"/>
        </w:rPr>
      </w:pPr>
    </w:p>
    <w:p w14:paraId="7E8724B4" w14:textId="77777777" w:rsidR="00746207" w:rsidRDefault="0074620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1981084" w14:textId="77777777" w:rsidR="00746207" w:rsidRDefault="0074620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1BE6CFF" w14:textId="77777777" w:rsidR="00746207" w:rsidRDefault="0074620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16852B1" w14:textId="77777777" w:rsidR="00746207" w:rsidRDefault="0074620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394B41" w14:textId="77777777" w:rsidR="00746207" w:rsidRDefault="0074620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19826DA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DZ.271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.136.</w:t>
      </w: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2025</w:t>
      </w:r>
    </w:p>
    <w:p w14:paraId="35173716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Załącznik nr 4 do SWZ</w:t>
      </w:r>
    </w:p>
    <w:p w14:paraId="178BCCBC" w14:textId="77777777" w:rsidR="00176594" w:rsidRDefault="00176594" w:rsidP="00176594">
      <w:pPr>
        <w:rPr>
          <w:rFonts w:ascii="Arial Narrow" w:hAnsi="Arial Narrow"/>
          <w:color w:val="000000"/>
          <w:sz w:val="24"/>
          <w:szCs w:val="24"/>
        </w:rPr>
      </w:pPr>
    </w:p>
    <w:p w14:paraId="693A073C" w14:textId="77777777" w:rsidR="00176594" w:rsidRDefault="00176594" w:rsidP="00176594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3478D0" w14:textId="77777777" w:rsidR="00176594" w:rsidRPr="00792B83" w:rsidRDefault="00176594" w:rsidP="00176594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b/>
          <w:color w:val="000000"/>
          <w:sz w:val="24"/>
          <w:szCs w:val="24"/>
        </w:rPr>
        <w:t>FORMULARZ OFERTOWO - CENOWY</w:t>
      </w:r>
    </w:p>
    <w:p w14:paraId="4B1BE78F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76F893EF" w14:textId="77777777" w:rsidR="00176594" w:rsidRP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60A9D708" w14:textId="77777777" w:rsidR="000B191C" w:rsidRDefault="00176594" w:rsidP="00176594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CZEŚĆ/</w:t>
      </w:r>
      <w:r w:rsidRPr="00176594">
        <w:rPr>
          <w:rFonts w:asciiTheme="minorHAnsi" w:hAnsiTheme="minorHAnsi" w:cs="Arial"/>
          <w:b/>
          <w:sz w:val="24"/>
          <w:szCs w:val="24"/>
        </w:rPr>
        <w:t xml:space="preserve">PAKIET 3  - </w:t>
      </w:r>
      <w:r w:rsidR="000B191C" w:rsidRPr="000B191C">
        <w:rPr>
          <w:rFonts w:asciiTheme="minorHAnsi" w:hAnsiTheme="minorHAnsi" w:cstheme="minorHAnsi"/>
          <w:b/>
          <w:bCs/>
          <w:sz w:val="24"/>
          <w:szCs w:val="24"/>
        </w:rPr>
        <w:t xml:space="preserve">Rozszerzenie EDM o nowe dokumenty ustawowe (+9)/monitorowanie </w:t>
      </w:r>
    </w:p>
    <w:p w14:paraId="667A9390" w14:textId="6EAB3574" w:rsidR="00176594" w:rsidRPr="00176594" w:rsidRDefault="000B191C" w:rsidP="00176594">
      <w:pPr>
        <w:rPr>
          <w:rFonts w:asciiTheme="minorHAnsi" w:hAnsiTheme="minorHAnsi" w:cs="Arial"/>
          <w:b/>
          <w:sz w:val="24"/>
          <w:szCs w:val="24"/>
        </w:rPr>
      </w:pPr>
      <w:r w:rsidRPr="000B191C">
        <w:rPr>
          <w:rFonts w:asciiTheme="minorHAnsi" w:hAnsiTheme="minorHAnsi" w:cstheme="minorHAnsi"/>
          <w:b/>
          <w:bCs/>
          <w:sz w:val="24"/>
          <w:szCs w:val="24"/>
        </w:rPr>
        <w:t>i raportowanie indeksowania dokumentów w P1</w:t>
      </w:r>
    </w:p>
    <w:p w14:paraId="077BD7A1" w14:textId="77777777" w:rsidR="00176594" w:rsidRPr="00176594" w:rsidRDefault="00176594" w:rsidP="00176594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"/>
        <w:gridCol w:w="4726"/>
        <w:gridCol w:w="2400"/>
        <w:gridCol w:w="2984"/>
      </w:tblGrid>
      <w:tr w:rsidR="00BC4267" w:rsidRPr="00176594" w14:paraId="4A4BC7B7" w14:textId="1509DD3A" w:rsidTr="00BC4267">
        <w:tc>
          <w:tcPr>
            <w:tcW w:w="165" w:type="pct"/>
            <w:shd w:val="clear" w:color="auto" w:fill="B3B3B3"/>
          </w:tcPr>
          <w:p w14:paraId="350BE693" w14:textId="77777777" w:rsidR="00BC4267" w:rsidRPr="00176594" w:rsidRDefault="00BC4267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shd w:val="clear" w:color="auto" w:fill="B3B3B3"/>
            <w:vAlign w:val="center"/>
          </w:tcPr>
          <w:p w14:paraId="249959E4" w14:textId="77777777" w:rsidR="00BC4267" w:rsidRPr="00176594" w:rsidRDefault="00BC4267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8" w:type="pct"/>
            <w:shd w:val="clear" w:color="auto" w:fill="B3B3B3"/>
            <w:vAlign w:val="center"/>
          </w:tcPr>
          <w:p w14:paraId="2A1A340E" w14:textId="77777777" w:rsidR="00BC4267" w:rsidRPr="00176594" w:rsidRDefault="00BC4267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27" w:type="pct"/>
            <w:shd w:val="clear" w:color="auto" w:fill="B3B3B3"/>
            <w:vAlign w:val="center"/>
          </w:tcPr>
          <w:p w14:paraId="3678A920" w14:textId="71F0B9C3" w:rsidR="00BC4267" w:rsidRPr="00176594" w:rsidRDefault="00741556" w:rsidP="00BC4267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BC4267" w:rsidRPr="00176594" w14:paraId="164D5948" w14:textId="3C20E401" w:rsidTr="00BC4267">
        <w:trPr>
          <w:trHeight w:val="498"/>
        </w:trPr>
        <w:tc>
          <w:tcPr>
            <w:tcW w:w="165" w:type="pct"/>
            <w:shd w:val="clear" w:color="auto" w:fill="B3B3B3"/>
          </w:tcPr>
          <w:p w14:paraId="58398E06" w14:textId="77777777" w:rsidR="00BC4267" w:rsidRPr="00176594" w:rsidRDefault="00BC4267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0" w:type="pct"/>
            <w:shd w:val="clear" w:color="auto" w:fill="B3B3B3"/>
            <w:vAlign w:val="center"/>
          </w:tcPr>
          <w:p w14:paraId="330A4E27" w14:textId="2EC3047F" w:rsidR="00BC4267" w:rsidRPr="00176594" w:rsidRDefault="00BC4267" w:rsidP="000C0B9D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0C0B9D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 xml:space="preserve">Przedmiot zamówienia </w:t>
            </w:r>
          </w:p>
        </w:tc>
        <w:tc>
          <w:tcPr>
            <w:tcW w:w="1148" w:type="pct"/>
            <w:shd w:val="clear" w:color="auto" w:fill="B3B3B3"/>
            <w:vAlign w:val="center"/>
          </w:tcPr>
          <w:p w14:paraId="2D64FD12" w14:textId="625F76FF" w:rsidR="00BC4267" w:rsidRPr="00176594" w:rsidRDefault="00C62B87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Stawka podatku VAT (%)</w:t>
            </w:r>
          </w:p>
        </w:tc>
        <w:tc>
          <w:tcPr>
            <w:tcW w:w="1427" w:type="pct"/>
            <w:shd w:val="clear" w:color="auto" w:fill="B3B3B3"/>
            <w:vAlign w:val="center"/>
          </w:tcPr>
          <w:p w14:paraId="54D7DBB2" w14:textId="355751FA" w:rsidR="00BC4267" w:rsidRPr="00176594" w:rsidRDefault="00741556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741556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Wartość brutto [PLN]</w:t>
            </w:r>
          </w:p>
        </w:tc>
      </w:tr>
      <w:tr w:rsidR="00BC4267" w:rsidRPr="00176594" w14:paraId="4069B9C3" w14:textId="0E9225AF" w:rsidTr="00BC4267">
        <w:trPr>
          <w:trHeight w:val="1316"/>
        </w:trPr>
        <w:tc>
          <w:tcPr>
            <w:tcW w:w="165" w:type="pct"/>
          </w:tcPr>
          <w:p w14:paraId="3066EC69" w14:textId="77777777" w:rsidR="00BC4267" w:rsidRPr="00176594" w:rsidRDefault="00BC4267" w:rsidP="00C065B5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176594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vAlign w:val="center"/>
          </w:tcPr>
          <w:p w14:paraId="58605D60" w14:textId="77777777" w:rsidR="00BC4267" w:rsidRDefault="00BC4267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953FF5">
              <w:rPr>
                <w:rFonts w:ascii="Calibri" w:hAnsi="Calibri" w:cs="Calibri"/>
                <w:sz w:val="24"/>
                <w:szCs w:val="24"/>
              </w:rPr>
              <w:t>Rozszerzenie EDM o nowe dokumenty ustawowe (+9)/monitorowanie i raportowanie indeksowania dokumentów w P1</w:t>
            </w:r>
          </w:p>
          <w:p w14:paraId="77883608" w14:textId="03EB0040" w:rsidR="00BC4267" w:rsidRPr="00176594" w:rsidRDefault="00BC4267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wykonanie całości przedmiotu zamówienia dla niniejszej części/pakietu</w:t>
            </w:r>
          </w:p>
        </w:tc>
        <w:tc>
          <w:tcPr>
            <w:tcW w:w="1148" w:type="pct"/>
          </w:tcPr>
          <w:p w14:paraId="3ECFAE97" w14:textId="77777777" w:rsidR="00BC4267" w:rsidRPr="00176594" w:rsidRDefault="00BC4267" w:rsidP="006B74B4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427" w:type="pct"/>
          </w:tcPr>
          <w:p w14:paraId="17BC60FA" w14:textId="77777777" w:rsidR="00BC4267" w:rsidRPr="00176594" w:rsidRDefault="00BC4267" w:rsidP="006B74B4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</w:tr>
    </w:tbl>
    <w:p w14:paraId="5E59BF66" w14:textId="77777777" w:rsidR="00176594" w:rsidRPr="00176594" w:rsidRDefault="00176594" w:rsidP="00176594">
      <w:pPr>
        <w:rPr>
          <w:rFonts w:asciiTheme="minorHAnsi" w:hAnsiTheme="minorHAnsi" w:cs="Arial"/>
          <w:b/>
          <w:sz w:val="24"/>
          <w:szCs w:val="24"/>
          <w:lang w:val="en-US"/>
        </w:rPr>
      </w:pPr>
    </w:p>
    <w:p w14:paraId="3410A79D" w14:textId="77777777" w:rsidR="00176594" w:rsidRPr="00176594" w:rsidRDefault="00176594" w:rsidP="00176594">
      <w:pPr>
        <w:rPr>
          <w:rFonts w:asciiTheme="minorHAnsi" w:hAnsiTheme="minorHAnsi" w:cs="Arial"/>
          <w:b/>
          <w:sz w:val="24"/>
          <w:szCs w:val="24"/>
          <w:lang w:val="en-US"/>
        </w:rPr>
      </w:pPr>
    </w:p>
    <w:p w14:paraId="358C4792" w14:textId="4320CC5E" w:rsidR="008F293C" w:rsidRPr="00176594" w:rsidRDefault="008F293C" w:rsidP="008F293C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Niniejszym deklaruję następujący termin realizacji </w:t>
      </w:r>
      <w:r w:rsidR="00B0458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przedmiotu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umowy (należy zaznaczyć wybrany termin):</w:t>
      </w:r>
    </w:p>
    <w:p w14:paraId="6661C7B2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12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29.05.2026) - maksymalny wymagany termin realizacji</w:t>
      </w:r>
    </w:p>
    <w:p w14:paraId="5036DB2B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10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.05.2026)</w:t>
      </w:r>
    </w:p>
    <w:p w14:paraId="6382E2DA" w14:textId="77777777" w:rsidR="00B42173" w:rsidRPr="00176594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8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</w:t>
      </w:r>
      <w:r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.2026)</w:t>
      </w:r>
    </w:p>
    <w:p w14:paraId="39502B70" w14:textId="77777777" w:rsidR="00176594" w:rsidRDefault="00176594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6888F4EE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6B663EDB" w14:textId="64E494C0" w:rsidR="00A91A2C" w:rsidRPr="00792B83" w:rsidRDefault="00A91A2C" w:rsidP="00A91A2C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color w:val="000000"/>
          <w:sz w:val="24"/>
          <w:szCs w:val="24"/>
        </w:rPr>
        <w:t>Wykonawca jest zobowiązany do określenia deklarowanego terminu realizacji zamówienia poprzez zaznaczenie odpowiedniej pozycji (punktacja – punkt 21 SWZ). Zaznaczenie więcej niż jednej pozycji dla powyższego kryterium, a także brak takiego zaznaczenia będzie skutkowało odrzuceniem oferty Wykonawcy</w:t>
      </w:r>
      <w:r w:rsidR="00004A8E">
        <w:rPr>
          <w:rFonts w:asciiTheme="minorHAnsi" w:hAnsiTheme="minorHAnsi" w:cstheme="minorHAnsi"/>
          <w:color w:val="000000"/>
          <w:sz w:val="24"/>
          <w:szCs w:val="24"/>
        </w:rPr>
        <w:t>, r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ównież zaoferowanie terminu realizacji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późniejszego niż </w:t>
      </w:r>
      <w:r w:rsidR="00B33C64" w:rsidRPr="00B33C64">
        <w:rPr>
          <w:rFonts w:asciiTheme="minorHAnsi" w:hAnsiTheme="minorHAnsi" w:cstheme="minorHAnsi"/>
          <w:color w:val="000000"/>
          <w:sz w:val="24"/>
          <w:szCs w:val="24"/>
        </w:rPr>
        <w:t xml:space="preserve">12 tygodni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spowoduje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 odrzucenie oferty.</w:t>
      </w:r>
    </w:p>
    <w:p w14:paraId="0FC5EB9E" w14:textId="4A0A0083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Uwaga: Zamawiający żąda wskazania przez wykonawcę części zamówienia, których wykonanie zamierza powierzyć podwykonawcom i podania przez wykonawcę firm podwykonawców</w:t>
      </w:r>
    </w:p>
    <w:p w14:paraId="36ECD142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315"/>
      </w:tblGrid>
      <w:tr w:rsidR="00A91A2C" w:rsidRPr="00FE088B" w14:paraId="017CAA05" w14:textId="77777777" w:rsidTr="00C065B5">
        <w:trPr>
          <w:trHeight w:hRule="exact" w:val="642"/>
          <w:jc w:val="center"/>
        </w:trPr>
        <w:tc>
          <w:tcPr>
            <w:tcW w:w="4813" w:type="dxa"/>
            <w:shd w:val="clear" w:color="auto" w:fill="C0C0C0"/>
            <w:vAlign w:val="center"/>
          </w:tcPr>
          <w:p w14:paraId="3624A80B" w14:textId="77777777" w:rsidR="00A91A2C" w:rsidRPr="00FE088B" w:rsidRDefault="00A91A2C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315" w:type="dxa"/>
            <w:shd w:val="clear" w:color="auto" w:fill="C0C0C0"/>
            <w:vAlign w:val="center"/>
          </w:tcPr>
          <w:p w14:paraId="374F8A62" w14:textId="77777777" w:rsidR="00A91A2C" w:rsidRPr="00FE088B" w:rsidRDefault="00A91A2C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Nazwy firm podwykonawców:</w:t>
            </w:r>
          </w:p>
        </w:tc>
      </w:tr>
      <w:tr w:rsidR="00A91A2C" w:rsidRPr="00FE088B" w14:paraId="1F05F475" w14:textId="77777777" w:rsidTr="00C065B5">
        <w:trPr>
          <w:trHeight w:val="916"/>
          <w:jc w:val="center"/>
        </w:trPr>
        <w:tc>
          <w:tcPr>
            <w:tcW w:w="4813" w:type="dxa"/>
            <w:shd w:val="clear" w:color="auto" w:fill="auto"/>
          </w:tcPr>
          <w:p w14:paraId="2693422F" w14:textId="77777777" w:rsidR="00A91A2C" w:rsidRPr="00FE088B" w:rsidRDefault="00A91A2C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5" w:type="dxa"/>
            <w:shd w:val="clear" w:color="auto" w:fill="auto"/>
          </w:tcPr>
          <w:p w14:paraId="7A5EB9AC" w14:textId="77777777" w:rsidR="00A91A2C" w:rsidRPr="00FE088B" w:rsidRDefault="00A91A2C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427FFD34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3217F6B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722094E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 xml:space="preserve">W przypadku braku takiego wskazania Zamawiający uzna, iż Wykonawca będzie realizował zamówienie bez udziału Podwykonawców  </w:t>
      </w:r>
    </w:p>
    <w:p w14:paraId="6FCBE294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</w:p>
    <w:p w14:paraId="7BC041AC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 w:rsidRPr="00FE088B">
        <w:rPr>
          <w:rFonts w:ascii="Calibri" w:hAnsi="Calibri" w:cs="Calibri"/>
          <w:bCs/>
          <w:sz w:val="22"/>
          <w:szCs w:val="22"/>
          <w:vertAlign w:val="superscript"/>
        </w:rPr>
        <w:t>1)</w:t>
      </w:r>
      <w:r w:rsidRPr="00FE088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A451B5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</w:p>
    <w:p w14:paraId="4FDF47B9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  <w:vertAlign w:val="superscript"/>
        </w:rPr>
        <w:t xml:space="preserve">1) </w:t>
      </w:r>
      <w:r w:rsidRPr="00FE088B">
        <w:rPr>
          <w:rFonts w:ascii="Calibri" w:hAnsi="Calibri" w:cs="Calibri"/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3CF5C2C" w14:textId="77777777" w:rsidR="00A91A2C" w:rsidRPr="00FE088B" w:rsidRDefault="00A91A2C" w:rsidP="00A91A2C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* W przypadku gdy wykonawca nie przekazuje danych osobowych innych niż bezpośrednio jego dotyczących lub zachodzi wyłączenie stosowania obow</w:t>
      </w:r>
      <w:r>
        <w:rPr>
          <w:rFonts w:ascii="Calibri" w:hAnsi="Calibri" w:cs="Calibri"/>
          <w:bCs/>
          <w:sz w:val="22"/>
          <w:szCs w:val="22"/>
        </w:rPr>
        <w:t xml:space="preserve">iązku informacyjnego, stosownie </w:t>
      </w:r>
      <w:r w:rsidRPr="00FE088B">
        <w:rPr>
          <w:rFonts w:ascii="Calibri" w:hAnsi="Calibri" w:cs="Calibri"/>
          <w:bCs/>
          <w:sz w:val="22"/>
          <w:szCs w:val="22"/>
        </w:rPr>
        <w:t>do art. 13 ust. 4 lub art. 14 ust. 5 RODO treści oświadczenia wykonawca nie składa (usunięcie treści oświadczenia np. przez jego wykreślenie)</w:t>
      </w:r>
    </w:p>
    <w:p w14:paraId="050FE745" w14:textId="77777777" w:rsidR="00A91A2C" w:rsidRDefault="00A91A2C" w:rsidP="00A91A2C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4E27E907" w14:textId="77777777" w:rsidR="00A91A2C" w:rsidRDefault="00A91A2C" w:rsidP="00A91A2C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DEFINICJI PRZEDSIĘBIORSTWA:</w:t>
      </w:r>
    </w:p>
    <w:p w14:paraId="6C239CC3" w14:textId="77777777" w:rsidR="00A91A2C" w:rsidRDefault="00A91A2C" w:rsidP="00A91A2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0"/>
          <w:szCs w:val="10"/>
        </w:rPr>
      </w:pPr>
    </w:p>
    <w:p w14:paraId="2D41E245" w14:textId="77777777" w:rsidR="00A91A2C" w:rsidRDefault="00A91A2C" w:rsidP="00A91A2C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53924D9A" w14:textId="77777777" w:rsidR="00A91A2C" w:rsidRDefault="00A91A2C" w:rsidP="00A91A2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mikro przedsiębiorstwem</w:t>
      </w:r>
    </w:p>
    <w:p w14:paraId="2EB7F34C" w14:textId="77777777" w:rsidR="00A91A2C" w:rsidRDefault="00A91A2C" w:rsidP="00A91A2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małym przedsiębiorstwem</w:t>
      </w:r>
    </w:p>
    <w:p w14:paraId="61FD8918" w14:textId="77777777" w:rsidR="00A91A2C" w:rsidRDefault="00A91A2C" w:rsidP="00A91A2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5681396E" w14:textId="77777777" w:rsidR="00A91A2C" w:rsidRDefault="00A91A2C" w:rsidP="00A91A2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- dużym przedsiębiorstwem                           </w:t>
      </w:r>
      <w:r>
        <w:rPr>
          <w:rFonts w:ascii="Calibri" w:hAnsi="Calibri" w:cs="Calibri"/>
          <w:bCs/>
          <w:i/>
          <w:sz w:val="22"/>
          <w:szCs w:val="22"/>
        </w:rPr>
        <w:t>* właściwe zaznaczyć</w:t>
      </w:r>
    </w:p>
    <w:p w14:paraId="36851764" w14:textId="77777777" w:rsidR="00A91A2C" w:rsidRDefault="00A91A2C" w:rsidP="00A91A2C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69292B12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29D0500E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379BF0F1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74772ECE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1B4B8C33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3C4E41A4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26BB0725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DZ.271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.136.</w:t>
      </w: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2025</w:t>
      </w:r>
    </w:p>
    <w:p w14:paraId="700DEB68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Załącznik nr 4 do SWZ</w:t>
      </w:r>
    </w:p>
    <w:p w14:paraId="09F32D1B" w14:textId="77777777" w:rsidR="008F68F2" w:rsidRDefault="008F68F2" w:rsidP="008F68F2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1162552" w14:textId="77777777" w:rsidR="008F68F2" w:rsidRPr="00792B83" w:rsidRDefault="008F68F2" w:rsidP="008F68F2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b/>
          <w:color w:val="000000"/>
          <w:sz w:val="24"/>
          <w:szCs w:val="24"/>
        </w:rPr>
        <w:t>FORMULARZ OFERTOWO - CENOWY</w:t>
      </w:r>
    </w:p>
    <w:p w14:paraId="5D690C86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221247AC" w14:textId="77777777" w:rsid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6AFC8874" w14:textId="5BEFD2B2" w:rsidR="00A91A2C" w:rsidRPr="00A91A2C" w:rsidRDefault="008F68F2" w:rsidP="00A91A2C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CZĘŚĆ/</w:t>
      </w:r>
      <w:r w:rsidR="00A91A2C" w:rsidRPr="00A91A2C">
        <w:rPr>
          <w:rFonts w:asciiTheme="minorHAnsi" w:hAnsiTheme="minorHAnsi" w:cs="Arial"/>
          <w:b/>
          <w:sz w:val="24"/>
          <w:szCs w:val="24"/>
        </w:rPr>
        <w:t xml:space="preserve">PAKIET 4  - </w:t>
      </w:r>
      <w:r w:rsidR="000B191C" w:rsidRPr="000B191C">
        <w:rPr>
          <w:rFonts w:asciiTheme="minorHAnsi" w:hAnsiTheme="minorHAnsi" w:cstheme="minorHAnsi"/>
          <w:b/>
          <w:bCs/>
          <w:sz w:val="24"/>
          <w:szCs w:val="24"/>
        </w:rPr>
        <w:t>Rozszerzona ewidencja zleceń leków z użyciem słownika produktów leczniczych</w:t>
      </w:r>
      <w:r w:rsidR="000B191C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</w:t>
      </w:r>
      <w:r w:rsidR="000B191C" w:rsidRPr="000B191C">
        <w:rPr>
          <w:rFonts w:asciiTheme="minorHAnsi" w:hAnsiTheme="minorHAnsi" w:cstheme="minorHAnsi"/>
          <w:b/>
          <w:bCs/>
          <w:sz w:val="24"/>
          <w:szCs w:val="24"/>
        </w:rPr>
        <w:t xml:space="preserve"> i rozszerzona realizacja zleceń leków</w:t>
      </w:r>
    </w:p>
    <w:p w14:paraId="750BB07D" w14:textId="77777777" w:rsidR="00A91A2C" w:rsidRPr="00A91A2C" w:rsidRDefault="00A91A2C" w:rsidP="00A91A2C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"/>
        <w:gridCol w:w="4726"/>
        <w:gridCol w:w="2534"/>
        <w:gridCol w:w="2850"/>
      </w:tblGrid>
      <w:tr w:rsidR="00741556" w:rsidRPr="00A91A2C" w14:paraId="2A7AB48A" w14:textId="25909F23" w:rsidTr="00741556">
        <w:tc>
          <w:tcPr>
            <w:tcW w:w="165" w:type="pct"/>
            <w:shd w:val="clear" w:color="auto" w:fill="B3B3B3"/>
          </w:tcPr>
          <w:p w14:paraId="5C7EB068" w14:textId="77777777" w:rsidR="00741556" w:rsidRPr="00A91A2C" w:rsidRDefault="00741556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A91A2C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shd w:val="clear" w:color="auto" w:fill="B3B3B3"/>
            <w:vAlign w:val="center"/>
          </w:tcPr>
          <w:p w14:paraId="03426F82" w14:textId="77777777" w:rsidR="00741556" w:rsidRPr="00A91A2C" w:rsidRDefault="00741556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A91A2C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12" w:type="pct"/>
            <w:shd w:val="clear" w:color="auto" w:fill="B3B3B3"/>
            <w:vAlign w:val="center"/>
          </w:tcPr>
          <w:p w14:paraId="26BC8D05" w14:textId="77777777" w:rsidR="00741556" w:rsidRPr="00A91A2C" w:rsidRDefault="00741556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A91A2C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363" w:type="pct"/>
            <w:shd w:val="clear" w:color="auto" w:fill="B3B3B3"/>
            <w:vAlign w:val="center"/>
          </w:tcPr>
          <w:p w14:paraId="3835B7BD" w14:textId="00828519" w:rsidR="00741556" w:rsidRPr="00A91A2C" w:rsidRDefault="001854E0" w:rsidP="00741556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741556" w:rsidRPr="00A91A2C" w14:paraId="2E4DDDC5" w14:textId="7C4DFC39" w:rsidTr="00741556">
        <w:trPr>
          <w:trHeight w:val="476"/>
        </w:trPr>
        <w:tc>
          <w:tcPr>
            <w:tcW w:w="165" w:type="pct"/>
            <w:shd w:val="clear" w:color="auto" w:fill="B3B3B3"/>
          </w:tcPr>
          <w:p w14:paraId="406CD3B2" w14:textId="77777777" w:rsidR="00741556" w:rsidRPr="00A91A2C" w:rsidRDefault="00741556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0" w:type="pct"/>
            <w:shd w:val="clear" w:color="auto" w:fill="B3B3B3"/>
            <w:vAlign w:val="center"/>
          </w:tcPr>
          <w:p w14:paraId="2A022B08" w14:textId="2BBF07D3" w:rsidR="00741556" w:rsidRPr="00A91A2C" w:rsidRDefault="00741556" w:rsidP="000C0B9D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0C0B9D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 xml:space="preserve">Przedmiot zamówienia </w:t>
            </w:r>
          </w:p>
        </w:tc>
        <w:tc>
          <w:tcPr>
            <w:tcW w:w="1212" w:type="pct"/>
            <w:shd w:val="clear" w:color="auto" w:fill="B3B3B3"/>
            <w:vAlign w:val="center"/>
          </w:tcPr>
          <w:p w14:paraId="3039A3CE" w14:textId="52121082" w:rsidR="00741556" w:rsidRPr="00A91A2C" w:rsidRDefault="00C62B87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Stawka podatku VAT (%)</w:t>
            </w:r>
          </w:p>
        </w:tc>
        <w:tc>
          <w:tcPr>
            <w:tcW w:w="1363" w:type="pct"/>
            <w:shd w:val="clear" w:color="auto" w:fill="B3B3B3"/>
            <w:vAlign w:val="center"/>
          </w:tcPr>
          <w:p w14:paraId="56D21F3A" w14:textId="7DFD7BC7" w:rsidR="00741556" w:rsidRPr="00A91A2C" w:rsidRDefault="001854E0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1854E0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Wartość brutto [PLN]</w:t>
            </w:r>
          </w:p>
        </w:tc>
      </w:tr>
      <w:tr w:rsidR="00741556" w:rsidRPr="00A91A2C" w14:paraId="1133212E" w14:textId="33A4F811" w:rsidTr="00741556">
        <w:trPr>
          <w:trHeight w:val="1308"/>
        </w:trPr>
        <w:tc>
          <w:tcPr>
            <w:tcW w:w="165" w:type="pct"/>
          </w:tcPr>
          <w:p w14:paraId="7C41906D" w14:textId="77777777" w:rsidR="00741556" w:rsidRPr="00A91A2C" w:rsidRDefault="00741556" w:rsidP="00C065B5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A91A2C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0" w:type="pct"/>
            <w:vAlign w:val="center"/>
          </w:tcPr>
          <w:p w14:paraId="69753897" w14:textId="77777777" w:rsidR="00741556" w:rsidRDefault="00741556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  <w:r w:rsidRPr="00953FF5">
              <w:rPr>
                <w:rFonts w:ascii="Calibri" w:hAnsi="Calibri" w:cs="Calibri"/>
                <w:bCs/>
                <w:sz w:val="24"/>
                <w:szCs w:val="24"/>
              </w:rPr>
              <w:t>Rozszerzona ewidencja zleceń leków z użyciem słownika produktów leczniczych i Rozszerzona realizacja zleceń leków</w:t>
            </w:r>
          </w:p>
          <w:p w14:paraId="7A4E98D6" w14:textId="5108F28A" w:rsidR="00741556" w:rsidRPr="00A91A2C" w:rsidRDefault="00741556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wykonanie całości przedmiotu zamówienia dla niniejszej części/pakietu</w:t>
            </w:r>
          </w:p>
        </w:tc>
        <w:tc>
          <w:tcPr>
            <w:tcW w:w="1212" w:type="pct"/>
          </w:tcPr>
          <w:p w14:paraId="1D604491" w14:textId="77777777" w:rsidR="00741556" w:rsidRPr="00A91A2C" w:rsidRDefault="00741556" w:rsidP="00A91A2C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363" w:type="pct"/>
          </w:tcPr>
          <w:p w14:paraId="5ACD6BF5" w14:textId="77777777" w:rsidR="00741556" w:rsidRPr="00A91A2C" w:rsidRDefault="00741556" w:rsidP="00A91A2C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</w:tr>
    </w:tbl>
    <w:p w14:paraId="718CA585" w14:textId="77777777" w:rsidR="00A91A2C" w:rsidRPr="00A91A2C" w:rsidRDefault="00A91A2C" w:rsidP="00A91A2C">
      <w:pPr>
        <w:rPr>
          <w:rFonts w:asciiTheme="minorHAnsi" w:hAnsiTheme="minorHAnsi" w:cs="Arial"/>
          <w:b/>
          <w:sz w:val="24"/>
          <w:szCs w:val="24"/>
          <w:lang w:val="en-US"/>
        </w:rPr>
      </w:pPr>
    </w:p>
    <w:p w14:paraId="6E204BB9" w14:textId="77777777" w:rsidR="00A91A2C" w:rsidRPr="00A91A2C" w:rsidRDefault="00A91A2C" w:rsidP="00A91A2C">
      <w:pPr>
        <w:rPr>
          <w:rFonts w:asciiTheme="minorHAnsi" w:hAnsiTheme="minorHAnsi" w:cs="Arial"/>
          <w:b/>
          <w:sz w:val="24"/>
          <w:szCs w:val="24"/>
          <w:lang w:val="en-US"/>
        </w:rPr>
      </w:pPr>
    </w:p>
    <w:p w14:paraId="6805F1BD" w14:textId="3439A4AD" w:rsidR="00A91A2C" w:rsidRPr="00A91A2C" w:rsidRDefault="008F293C" w:rsidP="00A91A2C">
      <w:pPr>
        <w:rPr>
          <w:rFonts w:asciiTheme="minorHAnsi" w:hAnsiTheme="minorHAnsi" w:cs="Arial"/>
          <w:b/>
          <w:sz w:val="24"/>
          <w:szCs w:val="24"/>
        </w:rPr>
      </w:pPr>
      <w:r w:rsidRPr="008F293C">
        <w:rPr>
          <w:rFonts w:asciiTheme="minorHAnsi" w:hAnsiTheme="minorHAnsi" w:cs="Arial"/>
          <w:b/>
          <w:sz w:val="24"/>
          <w:szCs w:val="24"/>
        </w:rPr>
        <w:t xml:space="preserve">Niniejszym deklaruję następujący termin realizacji </w:t>
      </w:r>
      <w:r w:rsidR="00B0458F">
        <w:rPr>
          <w:rFonts w:asciiTheme="minorHAnsi" w:hAnsiTheme="minorHAnsi" w:cs="Arial"/>
          <w:b/>
          <w:sz w:val="24"/>
          <w:szCs w:val="24"/>
        </w:rPr>
        <w:t xml:space="preserve">przedmiotu </w:t>
      </w:r>
      <w:r w:rsidRPr="008F293C">
        <w:rPr>
          <w:rFonts w:asciiTheme="minorHAnsi" w:hAnsiTheme="minorHAnsi" w:cs="Arial"/>
          <w:b/>
          <w:sz w:val="24"/>
          <w:szCs w:val="24"/>
        </w:rPr>
        <w:t>umowy (należy zaznaczyć wybrany termin):</w:t>
      </w:r>
    </w:p>
    <w:p w14:paraId="0B0CC69E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12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29.05.2026) - maksymalny wymagany termin realizacji</w:t>
      </w:r>
    </w:p>
    <w:p w14:paraId="042C5C5E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10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.05.2026)</w:t>
      </w:r>
    </w:p>
    <w:p w14:paraId="34E021C5" w14:textId="77777777" w:rsidR="00B42173" w:rsidRPr="00176594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8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</w:t>
      </w:r>
      <w:r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.2026)</w:t>
      </w:r>
    </w:p>
    <w:p w14:paraId="325466E7" w14:textId="77777777" w:rsidR="00A91A2C" w:rsidRPr="00A91A2C" w:rsidRDefault="00A91A2C" w:rsidP="00077509">
      <w:pPr>
        <w:rPr>
          <w:rFonts w:ascii="Arial Narrow" w:hAnsi="Arial Narrow"/>
          <w:color w:val="000000"/>
          <w:sz w:val="24"/>
          <w:szCs w:val="24"/>
        </w:rPr>
      </w:pPr>
    </w:p>
    <w:p w14:paraId="6C5D998E" w14:textId="17E8F848" w:rsidR="008F68F2" w:rsidRPr="00792B83" w:rsidRDefault="008F68F2" w:rsidP="008F68F2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color w:val="000000"/>
          <w:sz w:val="24"/>
          <w:szCs w:val="24"/>
        </w:rPr>
        <w:t>Wykonawca jest zobowiązany do określenia deklarowanego terminu realizacji zamówienia poprzez zaznaczenie odpowiedniej pozycji (punktacja – punkt 21 SWZ). Zaznaczenie więcej niż jednej pozycji dla powyższego kryterium, a także brak takiego zaznaczenia będzie skutkowało odrzuceniem oferty Wykonawcy</w:t>
      </w:r>
      <w:r w:rsidR="00004A8E">
        <w:rPr>
          <w:rFonts w:asciiTheme="minorHAnsi" w:hAnsiTheme="minorHAnsi" w:cstheme="minorHAnsi"/>
          <w:color w:val="000000"/>
          <w:sz w:val="24"/>
          <w:szCs w:val="24"/>
        </w:rPr>
        <w:t>, r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ównież zaoferowanie terminu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realizacji późniejszego niż </w:t>
      </w:r>
      <w:r w:rsidR="00B33C64" w:rsidRPr="00B33C64">
        <w:rPr>
          <w:rFonts w:asciiTheme="minorHAnsi" w:hAnsiTheme="minorHAnsi" w:cstheme="minorHAnsi"/>
          <w:color w:val="000000"/>
          <w:sz w:val="24"/>
          <w:szCs w:val="24"/>
        </w:rPr>
        <w:t xml:space="preserve">12 tygodni 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>spowoduje odrzucenie oferty.</w:t>
      </w:r>
    </w:p>
    <w:p w14:paraId="5DD8C675" w14:textId="77777777" w:rsidR="008F68F2" w:rsidRPr="00792B83" w:rsidRDefault="008F68F2" w:rsidP="008F68F2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2A8923" w14:textId="7CC26C11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Uwaga: Zamawiający żąda wskazania przez wykonawcę części zamówienia, których wykonanie zamierza powierzyć podwykonawcom i podania przez wykonawcę firm podwykonawców</w:t>
      </w:r>
    </w:p>
    <w:p w14:paraId="26DBB6BE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315"/>
      </w:tblGrid>
      <w:tr w:rsidR="008F68F2" w:rsidRPr="00FE088B" w14:paraId="752F3656" w14:textId="77777777" w:rsidTr="00C065B5">
        <w:trPr>
          <w:trHeight w:hRule="exact" w:val="642"/>
          <w:jc w:val="center"/>
        </w:trPr>
        <w:tc>
          <w:tcPr>
            <w:tcW w:w="4813" w:type="dxa"/>
            <w:shd w:val="clear" w:color="auto" w:fill="C0C0C0"/>
            <w:vAlign w:val="center"/>
          </w:tcPr>
          <w:p w14:paraId="55FE653F" w14:textId="77777777" w:rsidR="008F68F2" w:rsidRPr="00FE088B" w:rsidRDefault="008F68F2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315" w:type="dxa"/>
            <w:shd w:val="clear" w:color="auto" w:fill="C0C0C0"/>
            <w:vAlign w:val="center"/>
          </w:tcPr>
          <w:p w14:paraId="1B7F1401" w14:textId="77777777" w:rsidR="008F68F2" w:rsidRPr="00FE088B" w:rsidRDefault="008F68F2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Nazwy firm podwykonawców:</w:t>
            </w:r>
          </w:p>
        </w:tc>
      </w:tr>
      <w:tr w:rsidR="008F68F2" w:rsidRPr="00FE088B" w14:paraId="521B1AF9" w14:textId="77777777" w:rsidTr="00C065B5">
        <w:trPr>
          <w:trHeight w:val="916"/>
          <w:jc w:val="center"/>
        </w:trPr>
        <w:tc>
          <w:tcPr>
            <w:tcW w:w="4813" w:type="dxa"/>
            <w:shd w:val="clear" w:color="auto" w:fill="auto"/>
          </w:tcPr>
          <w:p w14:paraId="2F44887D" w14:textId="77777777" w:rsidR="008F68F2" w:rsidRPr="00FE088B" w:rsidRDefault="008F68F2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5" w:type="dxa"/>
            <w:shd w:val="clear" w:color="auto" w:fill="auto"/>
          </w:tcPr>
          <w:p w14:paraId="7334F800" w14:textId="77777777" w:rsidR="008F68F2" w:rsidRPr="00FE088B" w:rsidRDefault="008F68F2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74E6AFC6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</w:p>
    <w:p w14:paraId="50F23FA8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</w:p>
    <w:p w14:paraId="7880EC44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 xml:space="preserve">W przypadku braku takiego wskazania Zamawiający uzna, iż Wykonawca będzie realizował zamówienie bez udziału Podwykonawców  </w:t>
      </w:r>
    </w:p>
    <w:p w14:paraId="04F4DD8D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</w:p>
    <w:p w14:paraId="40E40C9D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 w:rsidRPr="00FE088B">
        <w:rPr>
          <w:rFonts w:ascii="Calibri" w:hAnsi="Calibri" w:cs="Calibri"/>
          <w:bCs/>
          <w:sz w:val="22"/>
          <w:szCs w:val="22"/>
          <w:vertAlign w:val="superscript"/>
        </w:rPr>
        <w:t>1)</w:t>
      </w:r>
      <w:r w:rsidRPr="00FE088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C4CB30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</w:p>
    <w:p w14:paraId="23B3B659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  <w:vertAlign w:val="superscript"/>
        </w:rPr>
        <w:t xml:space="preserve">1) </w:t>
      </w:r>
      <w:r w:rsidRPr="00FE088B">
        <w:rPr>
          <w:rFonts w:ascii="Calibri" w:hAnsi="Calibri" w:cs="Calibri"/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6739DE" w14:textId="77777777" w:rsidR="008F68F2" w:rsidRPr="00FE088B" w:rsidRDefault="008F68F2" w:rsidP="008F68F2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* W przypadku gdy wykonawca nie przekazuje danych osobowych innych niż bezpośrednio jego dotyczących lub zachodzi wyłączenie stosowania obow</w:t>
      </w:r>
      <w:r>
        <w:rPr>
          <w:rFonts w:ascii="Calibri" w:hAnsi="Calibri" w:cs="Calibri"/>
          <w:bCs/>
          <w:sz w:val="22"/>
          <w:szCs w:val="22"/>
        </w:rPr>
        <w:t xml:space="preserve">iązku informacyjnego, stosownie </w:t>
      </w:r>
      <w:r w:rsidRPr="00FE088B">
        <w:rPr>
          <w:rFonts w:ascii="Calibri" w:hAnsi="Calibri" w:cs="Calibri"/>
          <w:bCs/>
          <w:sz w:val="22"/>
          <w:szCs w:val="22"/>
        </w:rPr>
        <w:t>do art. 13 ust. 4 lub art. 14 ust. 5 RODO treści oświadczenia wykonawca nie składa (usunięcie treści oświadczenia np. przez jego wykreślenie)</w:t>
      </w:r>
    </w:p>
    <w:p w14:paraId="5323C2B4" w14:textId="77777777" w:rsidR="008F68F2" w:rsidRDefault="008F68F2" w:rsidP="008F68F2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1DF1510E" w14:textId="77777777" w:rsidR="008F68F2" w:rsidRDefault="008F68F2" w:rsidP="008F68F2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DEFINICJI PRZEDSIĘBIORSTWA:</w:t>
      </w:r>
    </w:p>
    <w:p w14:paraId="4DBF3B82" w14:textId="77777777" w:rsidR="008F68F2" w:rsidRDefault="008F68F2" w:rsidP="008F68F2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0"/>
          <w:szCs w:val="10"/>
        </w:rPr>
      </w:pPr>
    </w:p>
    <w:p w14:paraId="3C5AD79F" w14:textId="77777777" w:rsidR="008F68F2" w:rsidRDefault="008F68F2" w:rsidP="008F68F2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040ED019" w14:textId="77777777" w:rsidR="008F68F2" w:rsidRDefault="008F68F2" w:rsidP="008F68F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mikro przedsiębiorstwem</w:t>
      </w:r>
    </w:p>
    <w:p w14:paraId="475200AF" w14:textId="77777777" w:rsidR="008F68F2" w:rsidRDefault="008F68F2" w:rsidP="008F68F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małym przedsiębiorstwem</w:t>
      </w:r>
    </w:p>
    <w:p w14:paraId="2FF11CDB" w14:textId="77777777" w:rsidR="008F68F2" w:rsidRDefault="008F68F2" w:rsidP="008F68F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4FECCAE2" w14:textId="77777777" w:rsidR="008F68F2" w:rsidRDefault="008F68F2" w:rsidP="008F68F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- dużym przedsiębiorstwem                           </w:t>
      </w:r>
      <w:r>
        <w:rPr>
          <w:rFonts w:ascii="Calibri" w:hAnsi="Calibri" w:cs="Calibri"/>
          <w:bCs/>
          <w:i/>
          <w:sz w:val="22"/>
          <w:szCs w:val="22"/>
        </w:rPr>
        <w:t>* właściwe zaznaczyć</w:t>
      </w:r>
    </w:p>
    <w:p w14:paraId="4A302B53" w14:textId="77777777" w:rsidR="008F68F2" w:rsidRDefault="008F68F2" w:rsidP="008F68F2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34FAE638" w14:textId="77777777" w:rsidR="008F68F2" w:rsidRDefault="008F68F2" w:rsidP="008F68F2">
      <w:pPr>
        <w:rPr>
          <w:rFonts w:ascii="Arial Narrow" w:hAnsi="Arial Narrow"/>
          <w:color w:val="000000"/>
          <w:sz w:val="24"/>
          <w:szCs w:val="24"/>
        </w:rPr>
      </w:pPr>
    </w:p>
    <w:p w14:paraId="1DA6BC75" w14:textId="77777777" w:rsidR="00A91A2C" w:rsidRDefault="00A91A2C">
      <w:pPr>
        <w:rPr>
          <w:rFonts w:ascii="Arial Narrow" w:hAnsi="Arial Narrow"/>
          <w:color w:val="000000"/>
          <w:sz w:val="24"/>
          <w:szCs w:val="24"/>
        </w:rPr>
      </w:pPr>
    </w:p>
    <w:p w14:paraId="109C849E" w14:textId="77777777" w:rsidR="006B4E6A" w:rsidRDefault="006B4E6A">
      <w:pPr>
        <w:rPr>
          <w:rFonts w:ascii="Arial Narrow" w:hAnsi="Arial Narrow"/>
          <w:color w:val="000000"/>
          <w:sz w:val="24"/>
          <w:szCs w:val="24"/>
        </w:rPr>
      </w:pPr>
    </w:p>
    <w:p w14:paraId="5F986355" w14:textId="77777777" w:rsidR="006B4E6A" w:rsidRDefault="006B4E6A">
      <w:pPr>
        <w:rPr>
          <w:rFonts w:ascii="Arial Narrow" w:hAnsi="Arial Narrow"/>
          <w:color w:val="000000"/>
          <w:sz w:val="24"/>
          <w:szCs w:val="24"/>
        </w:rPr>
      </w:pPr>
    </w:p>
    <w:p w14:paraId="3046D057" w14:textId="77777777" w:rsidR="006B4E6A" w:rsidRDefault="006B4E6A">
      <w:pPr>
        <w:rPr>
          <w:rFonts w:ascii="Arial Narrow" w:hAnsi="Arial Narrow"/>
          <w:color w:val="000000"/>
          <w:sz w:val="24"/>
          <w:szCs w:val="24"/>
        </w:rPr>
      </w:pPr>
    </w:p>
    <w:p w14:paraId="4BB4096A" w14:textId="77777777" w:rsidR="00A41127" w:rsidRDefault="00A4112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DA0504" w14:textId="77777777" w:rsidR="00A41127" w:rsidRDefault="00A4112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AFF5EAB" w14:textId="77777777" w:rsidR="00A41127" w:rsidRDefault="00A41127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F25AFB2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DZ.271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.136.</w:t>
      </w: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2025</w:t>
      </w:r>
    </w:p>
    <w:p w14:paraId="63D22C62" w14:textId="77777777" w:rsidR="008E1D73" w:rsidRPr="00044183" w:rsidRDefault="008E1D73" w:rsidP="008E1D7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44183">
        <w:rPr>
          <w:rFonts w:asciiTheme="minorHAnsi" w:hAnsiTheme="minorHAnsi" w:cstheme="minorHAnsi"/>
          <w:b/>
          <w:color w:val="000000"/>
          <w:sz w:val="24"/>
          <w:szCs w:val="24"/>
        </w:rPr>
        <w:t>Załącznik nr 4 do SWZ</w:t>
      </w:r>
    </w:p>
    <w:p w14:paraId="15A0DC24" w14:textId="77777777" w:rsidR="00686463" w:rsidRDefault="00686463" w:rsidP="00686463">
      <w:pPr>
        <w:rPr>
          <w:rFonts w:ascii="Arial Narrow" w:hAnsi="Arial Narrow"/>
          <w:color w:val="000000"/>
          <w:sz w:val="24"/>
          <w:szCs w:val="24"/>
        </w:rPr>
      </w:pPr>
    </w:p>
    <w:p w14:paraId="572A1EC7" w14:textId="77777777" w:rsidR="00686463" w:rsidRDefault="00686463" w:rsidP="0068646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EB9FFF" w14:textId="77777777" w:rsidR="00686463" w:rsidRPr="00792B83" w:rsidRDefault="00686463" w:rsidP="00686463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92B83">
        <w:rPr>
          <w:rFonts w:asciiTheme="minorHAnsi" w:hAnsiTheme="minorHAnsi" w:cstheme="minorHAnsi"/>
          <w:b/>
          <w:color w:val="000000"/>
          <w:sz w:val="24"/>
          <w:szCs w:val="24"/>
        </w:rPr>
        <w:t>FORMULARZ OFERTOWO - CENOWY</w:t>
      </w:r>
    </w:p>
    <w:p w14:paraId="054679C7" w14:textId="77777777" w:rsidR="00686463" w:rsidRDefault="00686463" w:rsidP="00686463">
      <w:pPr>
        <w:rPr>
          <w:rFonts w:asciiTheme="minorHAnsi" w:hAnsiTheme="minorHAnsi" w:cs="Arial"/>
          <w:b/>
          <w:sz w:val="24"/>
          <w:szCs w:val="24"/>
        </w:rPr>
      </w:pPr>
    </w:p>
    <w:p w14:paraId="7BBA8D7F" w14:textId="77777777" w:rsidR="00686463" w:rsidRDefault="00686463" w:rsidP="00686463">
      <w:pPr>
        <w:rPr>
          <w:rFonts w:asciiTheme="minorHAnsi" w:hAnsiTheme="minorHAnsi" w:cs="Arial"/>
          <w:b/>
          <w:sz w:val="24"/>
          <w:szCs w:val="24"/>
        </w:rPr>
      </w:pPr>
    </w:p>
    <w:p w14:paraId="65532A3B" w14:textId="77777777" w:rsidR="000B191C" w:rsidRDefault="00731D23" w:rsidP="00686463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CZĘŚĆ/</w:t>
      </w:r>
      <w:r w:rsidR="00686463" w:rsidRPr="00686463">
        <w:rPr>
          <w:rFonts w:asciiTheme="minorHAnsi" w:hAnsiTheme="minorHAnsi" w:cs="Arial"/>
          <w:b/>
          <w:sz w:val="24"/>
          <w:szCs w:val="24"/>
        </w:rPr>
        <w:t xml:space="preserve">PAKIET 5  - </w:t>
      </w:r>
      <w:r w:rsidR="000B191C" w:rsidRPr="000B191C">
        <w:rPr>
          <w:rFonts w:asciiTheme="minorHAnsi" w:hAnsiTheme="minorHAnsi" w:cs="Arial"/>
          <w:b/>
          <w:sz w:val="24"/>
          <w:szCs w:val="24"/>
        </w:rPr>
        <w:t xml:space="preserve">Zakup licencji i wdrożenie programu wykorzystującego interfejs głosowy </w:t>
      </w:r>
    </w:p>
    <w:p w14:paraId="7384594D" w14:textId="4287F346" w:rsidR="00686463" w:rsidRPr="00686463" w:rsidRDefault="000B191C" w:rsidP="00686463">
      <w:pPr>
        <w:rPr>
          <w:rFonts w:asciiTheme="minorHAnsi" w:hAnsiTheme="minorHAnsi" w:cs="Arial"/>
          <w:b/>
          <w:sz w:val="24"/>
          <w:szCs w:val="24"/>
        </w:rPr>
      </w:pPr>
      <w:r w:rsidRPr="000B191C">
        <w:rPr>
          <w:rFonts w:asciiTheme="minorHAnsi" w:hAnsiTheme="minorHAnsi" w:cs="Arial"/>
          <w:b/>
          <w:sz w:val="24"/>
          <w:szCs w:val="24"/>
        </w:rPr>
        <w:t>do komunikowania się z pacjentami (</w:t>
      </w:r>
      <w:proofErr w:type="spellStart"/>
      <w:r w:rsidRPr="000B191C">
        <w:rPr>
          <w:rFonts w:asciiTheme="minorHAnsi" w:hAnsiTheme="minorHAnsi" w:cs="Arial"/>
          <w:b/>
          <w:sz w:val="24"/>
          <w:szCs w:val="24"/>
        </w:rPr>
        <w:t>VoiceBOT</w:t>
      </w:r>
      <w:proofErr w:type="spellEnd"/>
      <w:r w:rsidRPr="000B191C">
        <w:rPr>
          <w:rFonts w:asciiTheme="minorHAnsi" w:hAnsiTheme="minorHAnsi" w:cs="Arial"/>
          <w:b/>
          <w:sz w:val="24"/>
          <w:szCs w:val="24"/>
        </w:rPr>
        <w:t>)</w:t>
      </w:r>
    </w:p>
    <w:p w14:paraId="3762C626" w14:textId="77777777" w:rsidR="00686463" w:rsidRPr="00686463" w:rsidRDefault="00686463" w:rsidP="00686463">
      <w:pPr>
        <w:rPr>
          <w:rFonts w:asciiTheme="minorHAnsi" w:hAnsiTheme="minorHAnsi" w:cs="Arial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"/>
        <w:gridCol w:w="4583"/>
        <w:gridCol w:w="2566"/>
        <w:gridCol w:w="2961"/>
      </w:tblGrid>
      <w:tr w:rsidR="008729A0" w:rsidRPr="00686463" w14:paraId="316AF065" w14:textId="1C6B0179" w:rsidTr="008729A0">
        <w:tc>
          <w:tcPr>
            <w:tcW w:w="165" w:type="pct"/>
            <w:shd w:val="clear" w:color="auto" w:fill="B3B3B3"/>
          </w:tcPr>
          <w:p w14:paraId="63587E4A" w14:textId="77777777" w:rsidR="008729A0" w:rsidRPr="00686463" w:rsidRDefault="008729A0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686463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92" w:type="pct"/>
            <w:shd w:val="clear" w:color="auto" w:fill="B3B3B3"/>
            <w:vAlign w:val="center"/>
          </w:tcPr>
          <w:p w14:paraId="54F1B898" w14:textId="77777777" w:rsidR="008729A0" w:rsidRPr="00686463" w:rsidRDefault="008729A0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686463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27" w:type="pct"/>
            <w:shd w:val="clear" w:color="auto" w:fill="B3B3B3"/>
            <w:vAlign w:val="center"/>
          </w:tcPr>
          <w:p w14:paraId="584385A5" w14:textId="77777777" w:rsidR="008729A0" w:rsidRPr="00686463" w:rsidRDefault="008729A0" w:rsidP="00530D38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686463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pct"/>
            <w:shd w:val="clear" w:color="auto" w:fill="B3B3B3"/>
            <w:vAlign w:val="center"/>
          </w:tcPr>
          <w:p w14:paraId="5024405E" w14:textId="1FE63316" w:rsidR="008729A0" w:rsidRPr="00686463" w:rsidRDefault="00B402A7" w:rsidP="008729A0">
            <w:pPr>
              <w:widowControl w:val="0"/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8729A0" w:rsidRPr="00686463" w14:paraId="3B07F440" w14:textId="34A6C65E" w:rsidTr="008729A0">
        <w:trPr>
          <w:trHeight w:val="442"/>
        </w:trPr>
        <w:tc>
          <w:tcPr>
            <w:tcW w:w="165" w:type="pct"/>
            <w:shd w:val="clear" w:color="auto" w:fill="B3B3B3"/>
          </w:tcPr>
          <w:p w14:paraId="6E952A48" w14:textId="77777777" w:rsidR="008729A0" w:rsidRPr="00686463" w:rsidRDefault="008729A0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92" w:type="pct"/>
            <w:shd w:val="clear" w:color="auto" w:fill="B3B3B3"/>
            <w:vAlign w:val="center"/>
          </w:tcPr>
          <w:p w14:paraId="6B83F2F5" w14:textId="4D0432B0" w:rsidR="008729A0" w:rsidRPr="00206BC7" w:rsidRDefault="008729A0" w:rsidP="00206BC7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792B8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Przedmiot zamówienia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27" w:type="pct"/>
            <w:shd w:val="clear" w:color="auto" w:fill="B3B3B3"/>
            <w:vAlign w:val="center"/>
          </w:tcPr>
          <w:p w14:paraId="400C82EF" w14:textId="7AD1F32B" w:rsidR="008729A0" w:rsidRPr="00686463" w:rsidRDefault="00C62B87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Stawka podatku VAT (%)</w:t>
            </w:r>
          </w:p>
        </w:tc>
        <w:tc>
          <w:tcPr>
            <w:tcW w:w="1417" w:type="pct"/>
            <w:shd w:val="clear" w:color="auto" w:fill="B3B3B3"/>
            <w:vAlign w:val="center"/>
          </w:tcPr>
          <w:p w14:paraId="7D14C1D0" w14:textId="3071FC3B" w:rsidR="008729A0" w:rsidRPr="00686463" w:rsidRDefault="00B402A7" w:rsidP="00C065B5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B402A7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Wartość brutto [PLN]</w:t>
            </w:r>
          </w:p>
        </w:tc>
      </w:tr>
      <w:tr w:rsidR="008729A0" w:rsidRPr="00686463" w14:paraId="3839DAEE" w14:textId="4C0F9FD0" w:rsidTr="008729A0">
        <w:trPr>
          <w:trHeight w:val="852"/>
        </w:trPr>
        <w:tc>
          <w:tcPr>
            <w:tcW w:w="165" w:type="pct"/>
          </w:tcPr>
          <w:p w14:paraId="3B320488" w14:textId="77777777" w:rsidR="008729A0" w:rsidRPr="00686463" w:rsidRDefault="008729A0" w:rsidP="00C065B5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</w:pPr>
            <w:r w:rsidRPr="00686463">
              <w:rPr>
                <w:rFonts w:asciiTheme="minorHAnsi" w:hAnsiTheme="minorHAnsi" w:cs="Arial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92" w:type="pct"/>
            <w:vAlign w:val="center"/>
          </w:tcPr>
          <w:p w14:paraId="7602CF07" w14:textId="77777777" w:rsidR="008729A0" w:rsidRDefault="008729A0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="Calibri" w:hAnsi="Calibri" w:cs="Calibri"/>
                <w:bCs/>
                <w:sz w:val="24"/>
                <w:szCs w:val="24"/>
              </w:rPr>
            </w:pPr>
            <w:proofErr w:type="spellStart"/>
            <w:r w:rsidRPr="00953FF5">
              <w:rPr>
                <w:rFonts w:ascii="Calibri" w:hAnsi="Calibri" w:cs="Calibri"/>
                <w:bCs/>
                <w:sz w:val="24"/>
                <w:szCs w:val="24"/>
              </w:rPr>
              <w:t>VoiceBOT</w:t>
            </w:r>
            <w:proofErr w:type="spellEnd"/>
          </w:p>
          <w:p w14:paraId="08E4A19D" w14:textId="64CD3D45" w:rsidR="008729A0" w:rsidRPr="00686463" w:rsidRDefault="008729A0" w:rsidP="00C065B5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 wykonanie całości przedmiotu zamówienia dla niniejszej części/pakietu</w:t>
            </w:r>
          </w:p>
        </w:tc>
        <w:tc>
          <w:tcPr>
            <w:tcW w:w="1227" w:type="pct"/>
          </w:tcPr>
          <w:p w14:paraId="3124D4DD" w14:textId="77777777" w:rsidR="008729A0" w:rsidRDefault="008729A0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  <w:p w14:paraId="3BB5603D" w14:textId="77777777" w:rsidR="008729A0" w:rsidRPr="00686463" w:rsidRDefault="008729A0" w:rsidP="008729A0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  <w:tc>
          <w:tcPr>
            <w:tcW w:w="1417" w:type="pct"/>
          </w:tcPr>
          <w:p w14:paraId="3F708FE5" w14:textId="77777777" w:rsidR="008729A0" w:rsidRPr="00686463" w:rsidRDefault="008729A0" w:rsidP="00C065B5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  <w:p w14:paraId="0E72BA9E" w14:textId="77777777" w:rsidR="008729A0" w:rsidRPr="00686463" w:rsidRDefault="008729A0" w:rsidP="00C065B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="Arial"/>
                <w:sz w:val="24"/>
                <w:szCs w:val="24"/>
                <w:lang w:val="en-US" w:eastAsia="pl-PL"/>
              </w:rPr>
            </w:pPr>
          </w:p>
        </w:tc>
      </w:tr>
    </w:tbl>
    <w:p w14:paraId="1785B94A" w14:textId="77777777" w:rsidR="00686463" w:rsidRPr="00686463" w:rsidRDefault="00686463" w:rsidP="00686463">
      <w:pPr>
        <w:rPr>
          <w:rFonts w:asciiTheme="minorHAnsi" w:hAnsiTheme="minorHAnsi" w:cs="Arial"/>
          <w:b/>
          <w:sz w:val="24"/>
          <w:szCs w:val="24"/>
          <w:lang w:val="en-US"/>
        </w:rPr>
      </w:pPr>
    </w:p>
    <w:p w14:paraId="11DEB317" w14:textId="35C7EE1D" w:rsidR="008F293C" w:rsidRPr="008F293C" w:rsidRDefault="008F293C" w:rsidP="008F293C">
      <w:pPr>
        <w:spacing w:before="240"/>
        <w:rPr>
          <w:rFonts w:asciiTheme="minorHAnsi" w:hAnsiTheme="minorHAnsi" w:cs="Arial"/>
          <w:b/>
          <w:sz w:val="24"/>
          <w:szCs w:val="24"/>
        </w:rPr>
      </w:pPr>
      <w:r w:rsidRPr="008F293C">
        <w:rPr>
          <w:rFonts w:asciiTheme="minorHAnsi" w:hAnsiTheme="minorHAnsi" w:cs="Arial"/>
          <w:b/>
          <w:sz w:val="24"/>
          <w:szCs w:val="24"/>
        </w:rPr>
        <w:t xml:space="preserve">Niniejszym deklaruję następujący termin realizacji </w:t>
      </w:r>
      <w:r w:rsidR="00B0458F">
        <w:rPr>
          <w:rFonts w:asciiTheme="minorHAnsi" w:hAnsiTheme="minorHAnsi" w:cs="Arial"/>
          <w:b/>
          <w:sz w:val="24"/>
          <w:szCs w:val="24"/>
        </w:rPr>
        <w:t xml:space="preserve">przedmiotu </w:t>
      </w:r>
      <w:r w:rsidRPr="008F293C">
        <w:rPr>
          <w:rFonts w:asciiTheme="minorHAnsi" w:hAnsiTheme="minorHAnsi" w:cs="Arial"/>
          <w:b/>
          <w:sz w:val="24"/>
          <w:szCs w:val="24"/>
        </w:rPr>
        <w:t>umowy (należy zaznaczyć wybrany termin):</w:t>
      </w:r>
    </w:p>
    <w:p w14:paraId="157C4F12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12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do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29.05.2026) - maksymalny wymagany termin realizacji</w:t>
      </w:r>
    </w:p>
    <w:p w14:paraId="5CF22A79" w14:textId="77777777" w:rsidR="00B42173" w:rsidRPr="00797860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10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.05.2026)</w:t>
      </w:r>
    </w:p>
    <w:p w14:paraId="515441FE" w14:textId="77777777" w:rsidR="00B42173" w:rsidRPr="00176594" w:rsidRDefault="00B42173" w:rsidP="00B4217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797860">
        <w:rPr>
          <w:rFonts w:ascii="Arial" w:hAnsi="Arial" w:cs="Arial"/>
          <w:i/>
          <w:sz w:val="36"/>
          <w:szCs w:val="36"/>
          <w:lang w:val="de-DE"/>
        </w:rPr>
        <w:t xml:space="preserve">□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8 tygodni (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lecz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nie później niż </w:t>
      </w:r>
      <w:r>
        <w:rPr>
          <w:rFonts w:asciiTheme="minorHAnsi" w:hAnsiTheme="minorHAnsi" w:cstheme="minorHAnsi"/>
          <w:color w:val="000000"/>
          <w:sz w:val="24"/>
          <w:szCs w:val="24"/>
        </w:rPr>
        <w:t>do 29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.0</w:t>
      </w:r>
      <w:r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.2026)</w:t>
      </w:r>
    </w:p>
    <w:p w14:paraId="27B35C25" w14:textId="77777777" w:rsidR="006B4E6A" w:rsidRDefault="006B4E6A">
      <w:pPr>
        <w:rPr>
          <w:rFonts w:ascii="Arial Narrow" w:hAnsi="Arial Narrow"/>
          <w:color w:val="000000"/>
          <w:sz w:val="24"/>
          <w:szCs w:val="24"/>
        </w:rPr>
      </w:pPr>
    </w:p>
    <w:p w14:paraId="37B9D94A" w14:textId="77777777" w:rsidR="00686463" w:rsidRDefault="00686463">
      <w:pPr>
        <w:rPr>
          <w:rFonts w:ascii="Arial Narrow" w:hAnsi="Arial Narrow"/>
          <w:color w:val="000000"/>
          <w:sz w:val="24"/>
          <w:szCs w:val="24"/>
        </w:rPr>
      </w:pPr>
    </w:p>
    <w:p w14:paraId="6FD1C99E" w14:textId="77777777" w:rsidR="00686463" w:rsidRDefault="00686463">
      <w:pPr>
        <w:rPr>
          <w:rFonts w:ascii="Arial Narrow" w:hAnsi="Arial Narrow"/>
          <w:color w:val="000000"/>
          <w:sz w:val="24"/>
          <w:szCs w:val="24"/>
        </w:rPr>
      </w:pPr>
    </w:p>
    <w:p w14:paraId="08D6E299" w14:textId="4CB68A6B" w:rsidR="00686463" w:rsidRPr="00792B83" w:rsidRDefault="00686463" w:rsidP="00686463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76594">
        <w:rPr>
          <w:rFonts w:asciiTheme="minorHAnsi" w:hAnsiTheme="minorHAnsi" w:cstheme="minorHAnsi"/>
          <w:color w:val="000000"/>
          <w:sz w:val="24"/>
          <w:szCs w:val="24"/>
        </w:rPr>
        <w:t>Wykonawca jest zobowiązany do określenia deklarowanego terminu realizacji zamówienia poprzez zaznaczenie odpowiedniej pozycji (punktacja – punkt 21 SWZ). Zaznaczenie więcej niż jednej pozycji dla powyższego kryterium, a także brak takiego zaznaczenia będzie skutkowało odrzuceniem oferty Wykonawcy</w:t>
      </w:r>
      <w:r w:rsidR="00004A8E">
        <w:rPr>
          <w:rFonts w:asciiTheme="minorHAnsi" w:hAnsiTheme="minorHAnsi" w:cstheme="minorHAnsi"/>
          <w:color w:val="000000"/>
          <w:sz w:val="24"/>
          <w:szCs w:val="24"/>
        </w:rPr>
        <w:t>, r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ównież zaoferowanie terminu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 xml:space="preserve">realizacji późniejszego niż </w:t>
      </w:r>
      <w:r w:rsidR="00B33C64" w:rsidRPr="00B33C64">
        <w:rPr>
          <w:rFonts w:asciiTheme="minorHAnsi" w:hAnsiTheme="minorHAnsi" w:cstheme="minorHAnsi"/>
          <w:color w:val="000000"/>
          <w:sz w:val="24"/>
          <w:szCs w:val="24"/>
        </w:rPr>
        <w:t xml:space="preserve">12 tygodni </w:t>
      </w:r>
      <w:r w:rsidRPr="00797860">
        <w:rPr>
          <w:rFonts w:asciiTheme="minorHAnsi" w:hAnsiTheme="minorHAnsi" w:cstheme="minorHAnsi"/>
          <w:color w:val="000000"/>
          <w:sz w:val="24"/>
          <w:szCs w:val="24"/>
        </w:rPr>
        <w:t>spowoduje</w:t>
      </w:r>
      <w:r w:rsidRPr="00176594">
        <w:rPr>
          <w:rFonts w:asciiTheme="minorHAnsi" w:hAnsiTheme="minorHAnsi" w:cstheme="minorHAnsi"/>
          <w:color w:val="000000"/>
          <w:sz w:val="24"/>
          <w:szCs w:val="24"/>
        </w:rPr>
        <w:t xml:space="preserve"> odrzucenie oferty.</w:t>
      </w:r>
    </w:p>
    <w:p w14:paraId="7D4BE0C2" w14:textId="77777777" w:rsidR="00020601" w:rsidRDefault="00020601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62FA62DE" w14:textId="77777777" w:rsidR="00020601" w:rsidRDefault="00020601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4D256391" w14:textId="49B8B725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Uwaga: Zamawiający żąda wskazania przez wykonawcę części zamówienia, których wykonanie zamierza powierzyć podwykonawcom i podania przez wykonawcę firm podwykonawców</w:t>
      </w:r>
    </w:p>
    <w:p w14:paraId="2E699A94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315"/>
      </w:tblGrid>
      <w:tr w:rsidR="00686463" w:rsidRPr="00FE088B" w14:paraId="77F30DEE" w14:textId="77777777" w:rsidTr="00C065B5">
        <w:trPr>
          <w:trHeight w:hRule="exact" w:val="642"/>
          <w:jc w:val="center"/>
        </w:trPr>
        <w:tc>
          <w:tcPr>
            <w:tcW w:w="4813" w:type="dxa"/>
            <w:shd w:val="clear" w:color="auto" w:fill="C0C0C0"/>
            <w:vAlign w:val="center"/>
          </w:tcPr>
          <w:p w14:paraId="245BDEA2" w14:textId="77777777" w:rsidR="00686463" w:rsidRPr="00FE088B" w:rsidRDefault="00686463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Następującą część zamówienia zamierzam powierzyć podwykonawcy:</w:t>
            </w:r>
          </w:p>
        </w:tc>
        <w:tc>
          <w:tcPr>
            <w:tcW w:w="5315" w:type="dxa"/>
            <w:shd w:val="clear" w:color="auto" w:fill="C0C0C0"/>
            <w:vAlign w:val="center"/>
          </w:tcPr>
          <w:p w14:paraId="7378AF89" w14:textId="77777777" w:rsidR="00686463" w:rsidRPr="00FE088B" w:rsidRDefault="00686463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FE088B">
              <w:rPr>
                <w:rFonts w:ascii="Calibri" w:hAnsi="Calibri" w:cs="Calibri"/>
                <w:bCs/>
                <w:sz w:val="22"/>
                <w:szCs w:val="22"/>
              </w:rPr>
              <w:t>Nazwy firm podwykonawców:</w:t>
            </w:r>
          </w:p>
        </w:tc>
      </w:tr>
      <w:tr w:rsidR="00686463" w:rsidRPr="00FE088B" w14:paraId="32A510F2" w14:textId="77777777" w:rsidTr="00C065B5">
        <w:trPr>
          <w:trHeight w:val="916"/>
          <w:jc w:val="center"/>
        </w:trPr>
        <w:tc>
          <w:tcPr>
            <w:tcW w:w="4813" w:type="dxa"/>
            <w:shd w:val="clear" w:color="auto" w:fill="auto"/>
          </w:tcPr>
          <w:p w14:paraId="426A6AB5" w14:textId="77777777" w:rsidR="00686463" w:rsidRPr="00FE088B" w:rsidRDefault="00686463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15" w:type="dxa"/>
            <w:shd w:val="clear" w:color="auto" w:fill="auto"/>
          </w:tcPr>
          <w:p w14:paraId="078C765A" w14:textId="77777777" w:rsidR="00686463" w:rsidRPr="00FE088B" w:rsidRDefault="00686463" w:rsidP="00C065B5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0187DAE0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53E47760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7EC479F6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 xml:space="preserve">W przypadku braku takiego wskazania Zamawiający uzna, iż Wykonawca będzie realizował zamówienie bez udziału Podwykonawców  </w:t>
      </w:r>
    </w:p>
    <w:p w14:paraId="5287C0BC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3CF9DB91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Oświadczam, że wypełniłem obowiązki informacyjne przewidziane w art. 13 lub art. 14 RODO</w:t>
      </w:r>
      <w:r w:rsidRPr="00FE088B">
        <w:rPr>
          <w:rFonts w:ascii="Calibri" w:hAnsi="Calibri" w:cs="Calibri"/>
          <w:bCs/>
          <w:sz w:val="22"/>
          <w:szCs w:val="22"/>
          <w:vertAlign w:val="superscript"/>
        </w:rPr>
        <w:t>1)</w:t>
      </w:r>
      <w:r w:rsidRPr="00FE088B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8691966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</w:p>
    <w:p w14:paraId="53004215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  <w:vertAlign w:val="superscript"/>
        </w:rPr>
        <w:t xml:space="preserve">1) </w:t>
      </w:r>
      <w:r w:rsidRPr="00FE088B">
        <w:rPr>
          <w:rFonts w:ascii="Calibri" w:hAnsi="Calibri" w:cs="Calibri"/>
          <w:bCs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F40C46" w14:textId="77777777" w:rsidR="00686463" w:rsidRPr="00FE088B" w:rsidRDefault="00686463" w:rsidP="00686463">
      <w:pPr>
        <w:jc w:val="both"/>
        <w:rPr>
          <w:rFonts w:ascii="Calibri" w:hAnsi="Calibri" w:cs="Calibri"/>
          <w:bCs/>
          <w:sz w:val="22"/>
          <w:szCs w:val="22"/>
        </w:rPr>
      </w:pPr>
      <w:r w:rsidRPr="00FE088B">
        <w:rPr>
          <w:rFonts w:ascii="Calibri" w:hAnsi="Calibri" w:cs="Calibri"/>
          <w:bCs/>
          <w:sz w:val="22"/>
          <w:szCs w:val="22"/>
        </w:rPr>
        <w:t>* W przypadku gdy wykonawca nie przekazuje danych osobowych innych niż bezpośrednio jego dotyczących lub zachodzi wyłączenie stosowania obow</w:t>
      </w:r>
      <w:r>
        <w:rPr>
          <w:rFonts w:ascii="Calibri" w:hAnsi="Calibri" w:cs="Calibri"/>
          <w:bCs/>
          <w:sz w:val="22"/>
          <w:szCs w:val="22"/>
        </w:rPr>
        <w:t xml:space="preserve">iązku informacyjnego, stosownie </w:t>
      </w:r>
      <w:r w:rsidRPr="00FE088B">
        <w:rPr>
          <w:rFonts w:ascii="Calibri" w:hAnsi="Calibri" w:cs="Calibri"/>
          <w:bCs/>
          <w:sz w:val="22"/>
          <w:szCs w:val="22"/>
        </w:rPr>
        <w:t>do art. 13 ust. 4 lub art. 14 ust. 5 RODO treści oświadczenia wykonawca nie składa (usunięcie treści oświadczenia np. przez jego wykreślenie)</w:t>
      </w:r>
    </w:p>
    <w:p w14:paraId="6C87C1CD" w14:textId="77777777" w:rsidR="00686463" w:rsidRDefault="00686463" w:rsidP="00686463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2F22D6A6" w14:textId="77777777" w:rsidR="00686463" w:rsidRDefault="00686463" w:rsidP="00686463">
      <w:pPr>
        <w:shd w:val="clear" w:color="auto" w:fill="C0C0C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DEFINICJI PRZEDSIĘBIORSTWA:</w:t>
      </w:r>
    </w:p>
    <w:p w14:paraId="66917DD6" w14:textId="77777777" w:rsidR="00686463" w:rsidRDefault="00686463" w:rsidP="00686463">
      <w:pPr>
        <w:autoSpaceDE w:val="0"/>
        <w:autoSpaceDN w:val="0"/>
        <w:adjustRightInd w:val="0"/>
        <w:spacing w:line="360" w:lineRule="auto"/>
        <w:rPr>
          <w:rFonts w:ascii="Calibri" w:hAnsi="Calibri" w:cs="Calibri"/>
          <w:sz w:val="10"/>
          <w:szCs w:val="10"/>
        </w:rPr>
      </w:pPr>
    </w:p>
    <w:p w14:paraId="76956B48" w14:textId="77777777" w:rsidR="00686463" w:rsidRDefault="00686463" w:rsidP="00686463">
      <w:pPr>
        <w:autoSpaceDE w:val="0"/>
        <w:autoSpaceDN w:val="0"/>
        <w:adjustRightInd w:val="0"/>
        <w:spacing w:line="360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zgodnie z </w:t>
      </w:r>
      <w:r>
        <w:rPr>
          <w:rFonts w:ascii="Calibri" w:hAnsi="Calibri" w:cs="Calibri"/>
          <w:bCs/>
          <w:sz w:val="22"/>
          <w:szCs w:val="22"/>
        </w:rPr>
        <w:t>ROZPORZĄDZENIEM KOMISJI (UE) NR 651/2014 z dnia 17 czerwca 2014 r.  jestem:</w:t>
      </w:r>
    </w:p>
    <w:p w14:paraId="5D41A29D" w14:textId="77777777" w:rsidR="00686463" w:rsidRDefault="00686463" w:rsidP="0068646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mikro przedsiębiorstwem</w:t>
      </w:r>
    </w:p>
    <w:p w14:paraId="3A084BCF" w14:textId="77777777" w:rsidR="00686463" w:rsidRDefault="00686463" w:rsidP="0068646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małym przedsiębiorstwem</w:t>
      </w:r>
    </w:p>
    <w:p w14:paraId="6B5117D1" w14:textId="77777777" w:rsidR="00686463" w:rsidRDefault="00686463" w:rsidP="0068646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- średnim przedsiębiorstwem</w:t>
      </w:r>
    </w:p>
    <w:p w14:paraId="210BA20A" w14:textId="77777777" w:rsidR="00686463" w:rsidRDefault="00686463" w:rsidP="00686463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86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- dużym przedsiębiorstwem                           </w:t>
      </w:r>
      <w:r>
        <w:rPr>
          <w:rFonts w:ascii="Calibri" w:hAnsi="Calibri" w:cs="Calibri"/>
          <w:bCs/>
          <w:i/>
          <w:sz w:val="22"/>
          <w:szCs w:val="22"/>
        </w:rPr>
        <w:t>* właściwe zaznaczyć</w:t>
      </w:r>
    </w:p>
    <w:p w14:paraId="56542FE0" w14:textId="77777777" w:rsidR="00686463" w:rsidRDefault="00686463" w:rsidP="00686463">
      <w:pPr>
        <w:jc w:val="both"/>
        <w:rPr>
          <w:rFonts w:ascii="Verdana" w:eastAsia="Calibri" w:hAnsi="Verdana"/>
          <w:bCs/>
          <w:sz w:val="22"/>
          <w:szCs w:val="22"/>
          <w:highlight w:val="cyan"/>
          <w:lang w:eastAsia="en-US"/>
        </w:rPr>
      </w:pPr>
    </w:p>
    <w:p w14:paraId="76BD80D5" w14:textId="77777777" w:rsidR="00686463" w:rsidRDefault="00686463" w:rsidP="00686463">
      <w:pPr>
        <w:rPr>
          <w:rFonts w:ascii="Arial Narrow" w:hAnsi="Arial Narrow"/>
          <w:color w:val="000000"/>
          <w:sz w:val="24"/>
          <w:szCs w:val="24"/>
        </w:rPr>
      </w:pPr>
    </w:p>
    <w:p w14:paraId="5F047120" w14:textId="77777777" w:rsidR="00686463" w:rsidRDefault="00686463" w:rsidP="00686463">
      <w:pPr>
        <w:rPr>
          <w:rFonts w:ascii="Arial Narrow" w:hAnsi="Arial Narrow"/>
          <w:color w:val="000000"/>
          <w:sz w:val="24"/>
          <w:szCs w:val="24"/>
        </w:rPr>
      </w:pPr>
    </w:p>
    <w:p w14:paraId="5E309527" w14:textId="77777777" w:rsidR="00686463" w:rsidRPr="00A91A2C" w:rsidRDefault="00686463">
      <w:pPr>
        <w:rPr>
          <w:rFonts w:ascii="Arial Narrow" w:hAnsi="Arial Narrow"/>
          <w:color w:val="000000"/>
          <w:sz w:val="24"/>
          <w:szCs w:val="24"/>
        </w:rPr>
      </w:pPr>
    </w:p>
    <w:sectPr w:rsidR="00686463" w:rsidRPr="00A91A2C" w:rsidSect="00004A8E">
      <w:headerReference w:type="default" r:id="rId9"/>
      <w:footerReference w:type="default" r:id="rId10"/>
      <w:pgSz w:w="11906" w:h="16838"/>
      <w:pgMar w:top="2410" w:right="720" w:bottom="720" w:left="720" w:header="851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19F8F" w14:textId="77777777" w:rsidR="00BD6878" w:rsidRDefault="00BD6878" w:rsidP="00205BF0">
      <w:r>
        <w:separator/>
      </w:r>
    </w:p>
  </w:endnote>
  <w:endnote w:type="continuationSeparator" w:id="0">
    <w:p w14:paraId="08F10284" w14:textId="77777777" w:rsidR="00BD6878" w:rsidRDefault="00BD6878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2CA350" w14:textId="4A4152DC" w:rsidR="00205BF0" w:rsidRDefault="00FA0975">
    <w:pPr>
      <w:pStyle w:val="Stopka"/>
    </w:pPr>
    <w:r>
      <w:rPr>
        <w:noProof/>
        <w:lang w:eastAsia="pl-PL"/>
      </w:rPr>
      <w:drawing>
        <wp:inline distT="0" distB="0" distL="0" distR="0" wp14:anchorId="47148D1D" wp14:editId="503B4287">
          <wp:extent cx="6501765" cy="103248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01765" cy="103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3178F" w14:textId="77777777" w:rsidR="00BD6878" w:rsidRDefault="00BD6878" w:rsidP="00205BF0">
      <w:r>
        <w:separator/>
      </w:r>
    </w:p>
  </w:footnote>
  <w:footnote w:type="continuationSeparator" w:id="0">
    <w:p w14:paraId="176AD60B" w14:textId="77777777" w:rsidR="00BD6878" w:rsidRDefault="00BD6878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8A4BD" w14:textId="56795D20" w:rsidR="00205BF0" w:rsidRDefault="00415F8A" w:rsidP="00405F7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5EC0D8C" wp14:editId="107E4067">
          <wp:extent cx="5762625" cy="5715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E5"/>
    <w:rsid w:val="00004A8E"/>
    <w:rsid w:val="00020601"/>
    <w:rsid w:val="000323A5"/>
    <w:rsid w:val="00034814"/>
    <w:rsid w:val="00044183"/>
    <w:rsid w:val="00073098"/>
    <w:rsid w:val="000764D9"/>
    <w:rsid w:val="00077509"/>
    <w:rsid w:val="000B191C"/>
    <w:rsid w:val="000C0B9D"/>
    <w:rsid w:val="000F5D27"/>
    <w:rsid w:val="001006B6"/>
    <w:rsid w:val="001036EF"/>
    <w:rsid w:val="00176594"/>
    <w:rsid w:val="001854E0"/>
    <w:rsid w:val="00195686"/>
    <w:rsid w:val="001C5230"/>
    <w:rsid w:val="00205BF0"/>
    <w:rsid w:val="00206BC7"/>
    <w:rsid w:val="002C0A79"/>
    <w:rsid w:val="00355F47"/>
    <w:rsid w:val="003725D9"/>
    <w:rsid w:val="003C446A"/>
    <w:rsid w:val="003C6FFA"/>
    <w:rsid w:val="00405F71"/>
    <w:rsid w:val="00415F8A"/>
    <w:rsid w:val="00455ADD"/>
    <w:rsid w:val="004C013A"/>
    <w:rsid w:val="00530D38"/>
    <w:rsid w:val="005471CB"/>
    <w:rsid w:val="0056087A"/>
    <w:rsid w:val="00576EAC"/>
    <w:rsid w:val="00580018"/>
    <w:rsid w:val="005A3593"/>
    <w:rsid w:val="005B6451"/>
    <w:rsid w:val="005C2E25"/>
    <w:rsid w:val="00601EEC"/>
    <w:rsid w:val="00604E67"/>
    <w:rsid w:val="006258DE"/>
    <w:rsid w:val="00686463"/>
    <w:rsid w:val="00691CF2"/>
    <w:rsid w:val="006A1DC0"/>
    <w:rsid w:val="006B4E6A"/>
    <w:rsid w:val="006B74B4"/>
    <w:rsid w:val="00731D23"/>
    <w:rsid w:val="0073519A"/>
    <w:rsid w:val="00741556"/>
    <w:rsid w:val="00746207"/>
    <w:rsid w:val="00792B83"/>
    <w:rsid w:val="00797860"/>
    <w:rsid w:val="007A609C"/>
    <w:rsid w:val="007C0DAA"/>
    <w:rsid w:val="007E4040"/>
    <w:rsid w:val="007F3B1D"/>
    <w:rsid w:val="008561AB"/>
    <w:rsid w:val="008729A0"/>
    <w:rsid w:val="008A75E0"/>
    <w:rsid w:val="008E1D73"/>
    <w:rsid w:val="008F293C"/>
    <w:rsid w:val="008F68F2"/>
    <w:rsid w:val="009105F4"/>
    <w:rsid w:val="00945F71"/>
    <w:rsid w:val="00953FF5"/>
    <w:rsid w:val="009709E8"/>
    <w:rsid w:val="0097622F"/>
    <w:rsid w:val="009958F6"/>
    <w:rsid w:val="009C647E"/>
    <w:rsid w:val="00A30E97"/>
    <w:rsid w:val="00A40DBC"/>
    <w:rsid w:val="00A41127"/>
    <w:rsid w:val="00A71F00"/>
    <w:rsid w:val="00A91A2C"/>
    <w:rsid w:val="00B0458F"/>
    <w:rsid w:val="00B33C64"/>
    <w:rsid w:val="00B35FCE"/>
    <w:rsid w:val="00B402A7"/>
    <w:rsid w:val="00B42173"/>
    <w:rsid w:val="00B62D84"/>
    <w:rsid w:val="00BC4267"/>
    <w:rsid w:val="00BD6878"/>
    <w:rsid w:val="00BF6BC4"/>
    <w:rsid w:val="00C62B87"/>
    <w:rsid w:val="00C64F71"/>
    <w:rsid w:val="00C71EFF"/>
    <w:rsid w:val="00CC46CC"/>
    <w:rsid w:val="00D029F7"/>
    <w:rsid w:val="00D0389A"/>
    <w:rsid w:val="00D843BF"/>
    <w:rsid w:val="00D9373E"/>
    <w:rsid w:val="00D94EA0"/>
    <w:rsid w:val="00E17A7D"/>
    <w:rsid w:val="00E239E5"/>
    <w:rsid w:val="00E24E57"/>
    <w:rsid w:val="00E673CD"/>
    <w:rsid w:val="00EE1DA6"/>
    <w:rsid w:val="00F35A3B"/>
    <w:rsid w:val="00F62558"/>
    <w:rsid w:val="00FA0975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B5FEB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1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21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26D7A-90E0-4CD9-83C1-DABDECF9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89</TotalTime>
  <Pages>10</Pages>
  <Words>1955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Edyta Skrzyszewska</cp:lastModifiedBy>
  <cp:revision>59</cp:revision>
  <cp:lastPrinted>2025-11-26T11:51:00Z</cp:lastPrinted>
  <dcterms:created xsi:type="dcterms:W3CDTF">2023-11-21T09:44:00Z</dcterms:created>
  <dcterms:modified xsi:type="dcterms:W3CDTF">2025-12-16T13:14:00Z</dcterms:modified>
</cp:coreProperties>
</file>